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43D49" w14:textId="77777777" w:rsidR="0092417F" w:rsidRDefault="009241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Term</w:t>
      </w:r>
      <w:proofErr w:type="spellEnd"/>
      <w:r>
        <w:t xml:space="preserve"> S</w:t>
      </w:r>
    </w:p>
    <w:p w14:paraId="379FF89B" w14:textId="77777777" w:rsidR="005E5D7A" w:rsidRPr="00A25255" w:rsidRDefault="0092417F" w:rsidP="00A25255">
      <w:pPr>
        <w:pStyle w:val="Titre1"/>
      </w:pPr>
      <w:r w:rsidRPr="00A25255">
        <w:t>Fonctions trigonométriques</w:t>
      </w:r>
    </w:p>
    <w:p w14:paraId="0F11190B" w14:textId="77777777" w:rsidR="0092417F" w:rsidRDefault="0092417F"/>
    <w:p w14:paraId="1DFA8075" w14:textId="77777777" w:rsidR="0092417F" w:rsidRDefault="0092417F">
      <w:proofErr w:type="gramStart"/>
      <w:r w:rsidRPr="005D502A">
        <w:rPr>
          <w:rStyle w:val="Titre2Car"/>
        </w:rPr>
        <w:t>I ]</w:t>
      </w:r>
      <w:proofErr w:type="gramEnd"/>
      <w:r w:rsidRPr="005D502A">
        <w:rPr>
          <w:rStyle w:val="Titre2Car"/>
        </w:rPr>
        <w:t xml:space="preserve"> Les fonctions sinus et cosinus</w:t>
      </w:r>
      <w:r>
        <w:t xml:space="preserve">  ( rappels de seconde )</w:t>
      </w:r>
    </w:p>
    <w:p w14:paraId="2E1ECA98" w14:textId="77777777" w:rsidR="0092417F" w:rsidRDefault="0092417F"/>
    <w:p w14:paraId="6E4EE4A2" w14:textId="77777777" w:rsidR="0092417F" w:rsidRPr="00A25255" w:rsidRDefault="00A25255" w:rsidP="00A25255">
      <w:pPr>
        <w:numPr>
          <w:ilvl w:val="0"/>
          <w:numId w:val="1"/>
        </w:numPr>
        <w:rPr>
          <w:rStyle w:val="Titre30"/>
        </w:rPr>
      </w:pPr>
      <w:r w:rsidRPr="00A25255">
        <w:rPr>
          <w:rStyle w:val="Titre30"/>
        </w:rPr>
        <w:t>Définitions et valeurs remarquables</w:t>
      </w:r>
    </w:p>
    <w:p w14:paraId="63A61CA0" w14:textId="77777777" w:rsidR="00A25255" w:rsidRDefault="00D75320" w:rsidP="00A25255">
      <w:pPr>
        <w:rPr>
          <w:iCs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 wp14:anchorId="6D273BC9" wp14:editId="152D6D42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3314700" cy="2686050"/>
            <wp:effectExtent l="0" t="0" r="12700" b="6350"/>
            <wp:wrapTight wrapText="bothSides">
              <wp:wrapPolygon edited="0">
                <wp:start x="0" y="0"/>
                <wp:lineTo x="0" y="21447"/>
                <wp:lineTo x="21517" y="21447"/>
                <wp:lineTo x="21517" y="0"/>
                <wp:lineTo x="0" y="0"/>
              </wp:wrapPolygon>
            </wp:wrapTight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5170A" w14:textId="32BC50AE" w:rsidR="00A25255" w:rsidRDefault="00A25255" w:rsidP="00A25255">
      <w:r w:rsidRPr="00852492">
        <w:rPr>
          <w:iCs/>
          <w:u w:val="single"/>
        </w:rPr>
        <w:t>Définition</w:t>
      </w:r>
      <w:r>
        <w:rPr>
          <w:iCs/>
          <w:u w:val="single"/>
        </w:rPr>
        <w:t>s</w:t>
      </w:r>
      <w:r>
        <w:rPr>
          <w:iCs/>
        </w:rPr>
        <w:t xml:space="preserve"> : </w:t>
      </w:r>
      <w:r>
        <w:t xml:space="preserve">Soit M un point du cercle trigonométrique  tel que </w:t>
      </w:r>
      <w:r w:rsidR="00A320E9" w:rsidRPr="00A320E9">
        <w:rPr>
          <w:position w:val="-4"/>
        </w:rPr>
        <w:object w:dxaOrig="560" w:dyaOrig="340" w14:anchorId="7D6FF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28.1pt;height:16.85pt" o:ole="">
            <v:imagedata r:id="rId7" o:title=""/>
          </v:shape>
          <o:OLEObject Type="Embed" ProgID="Equation.DSMT4" ShapeID="_x0000_i1074" DrawAspect="Content" ObjectID="_1257492081" r:id="rId8"/>
        </w:object>
      </w:r>
      <w:r>
        <w:t xml:space="preserve"> = </w:t>
      </w:r>
      <w:r>
        <w:rPr>
          <w:i/>
          <w:iCs/>
        </w:rPr>
        <w:t>x</w:t>
      </w:r>
      <w:r>
        <w:t xml:space="preserve"> </w:t>
      </w:r>
      <w:proofErr w:type="gramStart"/>
      <w:r>
        <w:t>rad  .</w:t>
      </w:r>
      <w:proofErr w:type="gramEnd"/>
    </w:p>
    <w:p w14:paraId="1D2867BB" w14:textId="77777777" w:rsidR="00A320E9" w:rsidRDefault="00A320E9" w:rsidP="00A25255"/>
    <w:p w14:paraId="3671D092" w14:textId="77777777" w:rsidR="00A25255" w:rsidRPr="00852492" w:rsidRDefault="00A25255" w:rsidP="00A25255">
      <w:pPr>
        <w:rPr>
          <w:b/>
          <w:bCs/>
        </w:rPr>
      </w:pPr>
      <w:r w:rsidRPr="00852492">
        <w:rPr>
          <w:b/>
          <w:bCs/>
        </w:rPr>
        <w:t xml:space="preserve">Le </w:t>
      </w:r>
      <w:r w:rsidRPr="00852492">
        <w:rPr>
          <w:b/>
          <w:bCs/>
          <w:i/>
          <w:iCs/>
          <w:u w:val="single"/>
        </w:rPr>
        <w:t>cosinus de x</w:t>
      </w:r>
      <w:r w:rsidRPr="00852492">
        <w:rPr>
          <w:b/>
          <w:bCs/>
        </w:rPr>
        <w:t>, noté cos</w:t>
      </w:r>
      <w:r w:rsidRPr="00852492">
        <w:rPr>
          <w:b/>
          <w:bCs/>
          <w:i/>
          <w:iCs/>
        </w:rPr>
        <w:t xml:space="preserve"> x</w:t>
      </w:r>
      <w:r w:rsidRPr="00852492">
        <w:rPr>
          <w:b/>
          <w:bCs/>
        </w:rPr>
        <w:t>, est l’abscisse de M.</w:t>
      </w:r>
    </w:p>
    <w:p w14:paraId="475B4748" w14:textId="77777777" w:rsidR="00A25255" w:rsidRPr="00852492" w:rsidRDefault="00A25255" w:rsidP="00A25255">
      <w:pPr>
        <w:rPr>
          <w:b/>
          <w:bCs/>
        </w:rPr>
      </w:pPr>
      <w:r>
        <w:rPr>
          <w:b/>
          <w:bCs/>
        </w:rPr>
        <w:t xml:space="preserve">Le </w:t>
      </w:r>
      <w:r w:rsidRPr="00852492">
        <w:rPr>
          <w:b/>
          <w:bCs/>
          <w:i/>
          <w:iCs/>
          <w:u w:val="single"/>
        </w:rPr>
        <w:t>sinus de x</w:t>
      </w:r>
      <w:r w:rsidRPr="00852492">
        <w:rPr>
          <w:b/>
          <w:bCs/>
        </w:rPr>
        <w:t xml:space="preserve">, noté sin </w:t>
      </w:r>
      <w:r w:rsidRPr="00852492">
        <w:rPr>
          <w:b/>
          <w:bCs/>
          <w:i/>
          <w:iCs/>
        </w:rPr>
        <w:t>x</w:t>
      </w:r>
      <w:r w:rsidRPr="00852492">
        <w:rPr>
          <w:b/>
          <w:bCs/>
        </w:rPr>
        <w:t>, est l’ordonnée de M.</w:t>
      </w:r>
    </w:p>
    <w:p w14:paraId="13CA719F" w14:textId="77777777" w:rsidR="00A25255" w:rsidRDefault="00A25255" w:rsidP="00A25255">
      <w:r>
        <w:t xml:space="preserve">La </w:t>
      </w:r>
      <w:r w:rsidRPr="00852492">
        <w:rPr>
          <w:b/>
          <w:bCs/>
          <w:i/>
          <w:iCs/>
          <w:u w:val="single"/>
        </w:rPr>
        <w:t xml:space="preserve">tangente de </w:t>
      </w:r>
      <w:proofErr w:type="gramStart"/>
      <w:r w:rsidRPr="00852492">
        <w:rPr>
          <w:b/>
          <w:bCs/>
          <w:i/>
          <w:iCs/>
          <w:u w:val="single"/>
        </w:rPr>
        <w:t>x</w:t>
      </w:r>
      <w:r>
        <w:t xml:space="preserve"> ,</w:t>
      </w:r>
      <w:proofErr w:type="gramEnd"/>
      <w:r>
        <w:t xml:space="preserve"> noté tan x , est donné par l'abscisse de T sur l'axe ( I T )</w:t>
      </w:r>
    </w:p>
    <w:p w14:paraId="587599C8" w14:textId="77777777" w:rsidR="00F8747A" w:rsidRDefault="00A25255" w:rsidP="00A25255">
      <w:pPr>
        <w:rPr>
          <w:b/>
          <w:bCs/>
        </w:rPr>
      </w:pPr>
      <w:r>
        <w:rPr>
          <w:u w:val="single"/>
        </w:rPr>
        <w:t>Propriétés :</w:t>
      </w:r>
      <w:r>
        <w:t xml:space="preserve"> </w:t>
      </w:r>
      <w:r w:rsidRPr="003C09CE">
        <w:rPr>
          <w:b/>
          <w:bCs/>
        </w:rPr>
        <w:t xml:space="preserve">Pour tout </w:t>
      </w:r>
      <w:r w:rsidRPr="003C09CE">
        <w:rPr>
          <w:b/>
          <w:bCs/>
          <w:i/>
          <w:iCs/>
        </w:rPr>
        <w:t>x</w:t>
      </w:r>
      <w:r w:rsidRPr="003C09CE">
        <w:rPr>
          <w:b/>
          <w:bCs/>
        </w:rPr>
        <w:t xml:space="preserve"> réel, </w:t>
      </w:r>
    </w:p>
    <w:p w14:paraId="32997043" w14:textId="77777777" w:rsidR="00F8747A" w:rsidRDefault="00A25255" w:rsidP="00F8747A">
      <w:pPr>
        <w:ind w:left="708"/>
        <w:rPr>
          <w:b/>
          <w:bCs/>
        </w:rPr>
      </w:pPr>
      <w:r w:rsidRPr="003C09CE">
        <w:rPr>
          <w:b/>
          <w:bCs/>
        </w:rPr>
        <w:t xml:space="preserve"> </w:t>
      </w:r>
      <w:r w:rsidR="00F8747A">
        <w:rPr>
          <w:b/>
          <w:bCs/>
        </w:rPr>
        <w:tab/>
      </w:r>
      <w:r w:rsidRPr="003C09CE">
        <w:rPr>
          <w:b/>
          <w:bCs/>
        </w:rPr>
        <w:t xml:space="preserve">-1 </w:t>
      </w:r>
      <w:r w:rsidRPr="003C09CE">
        <w:rPr>
          <w:b/>
          <w:bCs/>
        </w:rPr>
        <w:sym w:font="Symbol" w:char="F0A3"/>
      </w:r>
      <w:r w:rsidRPr="003C09CE">
        <w:rPr>
          <w:b/>
          <w:bCs/>
        </w:rPr>
        <w:t xml:space="preserve"> cos </w:t>
      </w:r>
      <w:r w:rsidRPr="003C09CE">
        <w:rPr>
          <w:b/>
          <w:bCs/>
          <w:i/>
          <w:iCs/>
        </w:rPr>
        <w:t>x</w:t>
      </w:r>
      <w:r w:rsidRPr="003C09CE">
        <w:rPr>
          <w:b/>
          <w:bCs/>
        </w:rPr>
        <w:t xml:space="preserve"> </w:t>
      </w:r>
      <w:r w:rsidRPr="003C09CE">
        <w:rPr>
          <w:b/>
          <w:bCs/>
        </w:rPr>
        <w:sym w:font="Symbol" w:char="F0A3"/>
      </w:r>
      <w:r w:rsidRPr="003C09CE">
        <w:rPr>
          <w:b/>
          <w:bCs/>
        </w:rPr>
        <w:t xml:space="preserve"> 1 ;  </w:t>
      </w:r>
      <w:r w:rsidR="00582EA8">
        <w:rPr>
          <w:b/>
          <w:bCs/>
        </w:rPr>
        <w:t xml:space="preserve">    </w:t>
      </w:r>
    </w:p>
    <w:p w14:paraId="437495AD" w14:textId="77777777" w:rsidR="00F8747A" w:rsidRDefault="00582EA8" w:rsidP="00F8747A">
      <w:pPr>
        <w:ind w:firstLine="708"/>
        <w:rPr>
          <w:b/>
          <w:bCs/>
        </w:rPr>
      </w:pPr>
      <w:r>
        <w:rPr>
          <w:b/>
          <w:bCs/>
        </w:rPr>
        <w:t xml:space="preserve"> </w:t>
      </w:r>
      <w:r w:rsidR="00A25255" w:rsidRPr="003C09CE">
        <w:rPr>
          <w:b/>
          <w:bCs/>
        </w:rPr>
        <w:t xml:space="preserve">-1 </w:t>
      </w:r>
      <w:r w:rsidR="00A25255" w:rsidRPr="003C09CE">
        <w:rPr>
          <w:b/>
          <w:bCs/>
        </w:rPr>
        <w:sym w:font="Symbol" w:char="F0A3"/>
      </w:r>
      <w:r w:rsidR="00A25255" w:rsidRPr="003C09CE">
        <w:rPr>
          <w:b/>
          <w:bCs/>
        </w:rPr>
        <w:t xml:space="preserve"> sin </w:t>
      </w:r>
      <w:r w:rsidR="00A25255" w:rsidRPr="003C09CE">
        <w:rPr>
          <w:b/>
          <w:bCs/>
          <w:i/>
          <w:iCs/>
        </w:rPr>
        <w:t>x</w:t>
      </w:r>
      <w:r w:rsidR="00A25255" w:rsidRPr="003C09CE">
        <w:rPr>
          <w:b/>
          <w:bCs/>
        </w:rPr>
        <w:t xml:space="preserve"> </w:t>
      </w:r>
      <w:r w:rsidR="00A25255" w:rsidRPr="003C09CE">
        <w:rPr>
          <w:b/>
          <w:bCs/>
        </w:rPr>
        <w:sym w:font="Symbol" w:char="F0A3"/>
      </w:r>
      <w:r w:rsidR="00A25255" w:rsidRPr="003C09CE">
        <w:rPr>
          <w:b/>
          <w:bCs/>
        </w:rPr>
        <w:t xml:space="preserve"> </w:t>
      </w:r>
      <w:proofErr w:type="gramStart"/>
      <w:r w:rsidR="00A25255" w:rsidRPr="003C09CE">
        <w:rPr>
          <w:b/>
          <w:bCs/>
        </w:rPr>
        <w:t>1  ;</w:t>
      </w:r>
      <w:proofErr w:type="gramEnd"/>
      <w:r w:rsidR="00A25255" w:rsidRPr="003C09CE">
        <w:rPr>
          <w:b/>
          <w:bCs/>
        </w:rPr>
        <w:t xml:space="preserve">  </w:t>
      </w:r>
    </w:p>
    <w:p w14:paraId="6A9EF7CB" w14:textId="77777777" w:rsidR="00F8747A" w:rsidRDefault="00A25255" w:rsidP="00F8747A">
      <w:pPr>
        <w:ind w:firstLine="708"/>
      </w:pPr>
      <w:proofErr w:type="gramStart"/>
      <w:r w:rsidRPr="003C09CE">
        <w:rPr>
          <w:b/>
          <w:bCs/>
        </w:rPr>
        <w:t>cos²</w:t>
      </w:r>
      <w:proofErr w:type="gramEnd"/>
      <w:r w:rsidRPr="003C09CE">
        <w:rPr>
          <w:b/>
          <w:bCs/>
        </w:rPr>
        <w:t xml:space="preserve"> </w:t>
      </w:r>
      <w:r w:rsidRPr="003C09CE">
        <w:rPr>
          <w:b/>
          <w:bCs/>
          <w:i/>
          <w:iCs/>
        </w:rPr>
        <w:t>x</w:t>
      </w:r>
      <w:r w:rsidRPr="003C09CE">
        <w:rPr>
          <w:b/>
          <w:bCs/>
        </w:rPr>
        <w:t xml:space="preserve"> + sin² </w:t>
      </w:r>
      <w:r w:rsidRPr="003C09CE">
        <w:rPr>
          <w:b/>
          <w:bCs/>
          <w:i/>
          <w:iCs/>
        </w:rPr>
        <w:t>x</w:t>
      </w:r>
      <w:r w:rsidRPr="003C09CE">
        <w:rPr>
          <w:b/>
          <w:bCs/>
        </w:rPr>
        <w:t xml:space="preserve">  = 1 ;</w:t>
      </w:r>
      <w:r>
        <w:t xml:space="preserve"> </w:t>
      </w:r>
    </w:p>
    <w:p w14:paraId="6F9520CD" w14:textId="77777777" w:rsidR="00A25255" w:rsidRDefault="00A25255" w:rsidP="00F8747A">
      <w:pPr>
        <w:ind w:firstLine="708"/>
      </w:pPr>
      <w:proofErr w:type="gramStart"/>
      <w:r>
        <w:t>tan</w:t>
      </w:r>
      <w:proofErr w:type="gramEnd"/>
      <w:r>
        <w:t xml:space="preserve"> x </w:t>
      </w:r>
      <w:r w:rsidR="00D75320" w:rsidRPr="00852492">
        <w:rPr>
          <w:position w:val="-10"/>
        </w:rPr>
        <w:object w:dxaOrig="400" w:dyaOrig="320" w14:anchorId="491D2C9B">
          <v:shape id="_x0000_i1036" type="#_x0000_t75" style="width:19.9pt;height:15.85pt" o:ole="">
            <v:imagedata r:id="rId9" o:title=""/>
          </v:shape>
          <o:OLEObject Type="Embed" ProgID="Equation.DSMT4" ShapeID="_x0000_i1036" DrawAspect="Content" ObjectID="_1257492082" r:id="rId10"/>
        </w:object>
      </w:r>
    </w:p>
    <w:p w14:paraId="4718548E" w14:textId="77777777" w:rsidR="00A25255" w:rsidRDefault="00A25255" w:rsidP="00A25255">
      <w:pPr>
        <w:rPr>
          <w:iCs/>
        </w:rPr>
      </w:pPr>
    </w:p>
    <w:p w14:paraId="0B709DA3" w14:textId="77777777" w:rsidR="00A25255" w:rsidRDefault="00A25255" w:rsidP="00A25255">
      <w:pPr>
        <w:rPr>
          <w:iCs/>
        </w:rPr>
      </w:pPr>
    </w:p>
    <w:p w14:paraId="32203D96" w14:textId="77777777" w:rsidR="00A320E9" w:rsidRDefault="00A320E9" w:rsidP="00A25255">
      <w:pPr>
        <w:rPr>
          <w:b/>
          <w:bCs/>
          <w:iCs/>
          <w:sz w:val="28"/>
          <w:szCs w:val="28"/>
          <w:u w:val="single"/>
        </w:rPr>
      </w:pPr>
    </w:p>
    <w:p w14:paraId="2E7409B8" w14:textId="77777777" w:rsidR="00A25255" w:rsidRPr="008F06C5" w:rsidRDefault="00A25255" w:rsidP="00A25255">
      <w:r w:rsidRPr="00A25255">
        <w:rPr>
          <w:b/>
          <w:bCs/>
          <w:iCs/>
          <w:u w:val="single"/>
        </w:rPr>
        <w:t xml:space="preserve"> Valeurs remarquables </w:t>
      </w:r>
    </w:p>
    <w:p w14:paraId="34A5992F" w14:textId="77777777" w:rsidR="00A25255" w:rsidRPr="000326FD" w:rsidRDefault="00A25255" w:rsidP="00A25255">
      <w:pPr>
        <w:rPr>
          <w:iCs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"/>
        <w:gridCol w:w="909"/>
        <w:gridCol w:w="947"/>
        <w:gridCol w:w="947"/>
        <w:gridCol w:w="947"/>
        <w:gridCol w:w="917"/>
        <w:gridCol w:w="947"/>
        <w:gridCol w:w="947"/>
        <w:gridCol w:w="948"/>
        <w:gridCol w:w="912"/>
      </w:tblGrid>
      <w:tr w:rsidR="00A25255" w14:paraId="27B01E26" w14:textId="77777777">
        <w:tblPrEx>
          <w:tblCellMar>
            <w:top w:w="0" w:type="dxa"/>
            <w:bottom w:w="0" w:type="dxa"/>
          </w:tblCellMar>
        </w:tblPrEx>
        <w:tc>
          <w:tcPr>
            <w:tcW w:w="953" w:type="dxa"/>
            <w:vAlign w:val="center"/>
          </w:tcPr>
          <w:p w14:paraId="4FF26289" w14:textId="77777777" w:rsidR="00A25255" w:rsidRDefault="00A25255" w:rsidP="00306F59">
            <w:pPr>
              <w:jc w:val="center"/>
            </w:pPr>
            <w:r>
              <w:rPr>
                <w:i/>
                <w:iCs/>
              </w:rPr>
              <w:t>x</w:t>
            </w:r>
          </w:p>
        </w:tc>
        <w:tc>
          <w:tcPr>
            <w:tcW w:w="909" w:type="dxa"/>
            <w:vAlign w:val="center"/>
          </w:tcPr>
          <w:p w14:paraId="20BB0008" w14:textId="77777777" w:rsidR="00A25255" w:rsidRDefault="00A25255" w:rsidP="00306F59">
            <w:pPr>
              <w:jc w:val="center"/>
            </w:pPr>
            <w:r>
              <w:t>0</w:t>
            </w:r>
          </w:p>
        </w:tc>
        <w:tc>
          <w:tcPr>
            <w:tcW w:w="947" w:type="dxa"/>
            <w:vAlign w:val="center"/>
          </w:tcPr>
          <w:p w14:paraId="40FCF9B7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;6))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4404ADE8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;4))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0290819D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;3))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7CC91FD3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4AD6DFE9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\s\do1(\f(2</w:instrText>
            </w:r>
            <w:r>
              <w:sym w:font="Symbol" w:char="F070"/>
            </w:r>
            <w:r>
              <w:instrText>;3))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3058BA99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\s\do1(\f(3</w:instrText>
            </w:r>
            <w:r>
              <w:sym w:font="Symbol" w:char="F070"/>
            </w:r>
            <w:r>
              <w:instrText>;4))</w:instrText>
            </w:r>
            <w:r>
              <w:fldChar w:fldCharType="end"/>
            </w:r>
          </w:p>
        </w:tc>
        <w:tc>
          <w:tcPr>
            <w:tcW w:w="948" w:type="dxa"/>
            <w:vAlign w:val="center"/>
          </w:tcPr>
          <w:p w14:paraId="56FB47F6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\s\do1(\f(5</w:instrText>
            </w:r>
            <w:r>
              <w:sym w:font="Symbol" w:char="F070"/>
            </w:r>
            <w:r>
              <w:instrText>;6))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0104940B" w14:textId="77777777" w:rsidR="00A25255" w:rsidRDefault="00A25255" w:rsidP="00306F59">
            <w:pPr>
              <w:jc w:val="center"/>
            </w:pPr>
            <w:r>
              <w:sym w:font="Symbol" w:char="F070"/>
            </w:r>
            <w:r>
              <w:t xml:space="preserve"> </w:t>
            </w:r>
          </w:p>
        </w:tc>
      </w:tr>
      <w:tr w:rsidR="00A25255" w14:paraId="66C81D1B" w14:textId="77777777">
        <w:tblPrEx>
          <w:tblCellMar>
            <w:top w:w="0" w:type="dxa"/>
            <w:bottom w:w="0" w:type="dxa"/>
          </w:tblCellMar>
        </w:tblPrEx>
        <w:tc>
          <w:tcPr>
            <w:tcW w:w="953" w:type="dxa"/>
            <w:vAlign w:val="center"/>
          </w:tcPr>
          <w:p w14:paraId="2A815B78" w14:textId="77777777" w:rsidR="00A25255" w:rsidRDefault="00A25255" w:rsidP="00306F59">
            <w:pPr>
              <w:jc w:val="center"/>
            </w:pPr>
            <w:r>
              <w:t xml:space="preserve">cos </w:t>
            </w:r>
            <w:r>
              <w:rPr>
                <w:i/>
                <w:iCs/>
              </w:rPr>
              <w:t>x</w:t>
            </w:r>
          </w:p>
        </w:tc>
        <w:tc>
          <w:tcPr>
            <w:tcW w:w="909" w:type="dxa"/>
            <w:vAlign w:val="center"/>
          </w:tcPr>
          <w:p w14:paraId="3F9ECA65" w14:textId="77777777" w:rsidR="00A25255" w:rsidRDefault="00A25255" w:rsidP="00306F59">
            <w:pPr>
              <w:jc w:val="center"/>
            </w:pPr>
            <w:r>
              <w:t>1</w:t>
            </w:r>
          </w:p>
        </w:tc>
        <w:tc>
          <w:tcPr>
            <w:tcW w:w="947" w:type="dxa"/>
            <w:vAlign w:val="center"/>
          </w:tcPr>
          <w:p w14:paraId="49C764F0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\r(3)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01781E10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\r(2)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7825FB3D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\s\do1(\f(1;2))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6424528A" w14:textId="77777777" w:rsidR="00A25255" w:rsidRDefault="00A25255" w:rsidP="00306F59">
            <w:pPr>
              <w:jc w:val="center"/>
            </w:pPr>
            <w:r>
              <w:t>0</w:t>
            </w:r>
          </w:p>
        </w:tc>
        <w:tc>
          <w:tcPr>
            <w:tcW w:w="947" w:type="dxa"/>
            <w:vAlign w:val="center"/>
          </w:tcPr>
          <w:p w14:paraId="607F556B" w14:textId="77777777" w:rsidR="00A25255" w:rsidRDefault="00A25255" w:rsidP="00306F59">
            <w:pPr>
              <w:jc w:val="center"/>
            </w:pPr>
            <w:r>
              <w:t xml:space="preserve">- </w:t>
            </w:r>
            <w:r>
              <w:fldChar w:fldCharType="begin"/>
            </w:r>
            <w:r>
              <w:instrText xml:space="preserve"> eq \s\do1(\f(1;2))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0FFCC92F" w14:textId="77777777" w:rsidR="00A25255" w:rsidRDefault="00A25255" w:rsidP="00306F59">
            <w:pPr>
              <w:jc w:val="center"/>
            </w:pPr>
            <w:r>
              <w:t xml:space="preserve">- </w:t>
            </w: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\r(2)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8" w:type="dxa"/>
            <w:vAlign w:val="center"/>
          </w:tcPr>
          <w:p w14:paraId="6FBEC558" w14:textId="77777777" w:rsidR="00A25255" w:rsidRDefault="00A25255" w:rsidP="00306F59">
            <w:pPr>
              <w:jc w:val="center"/>
            </w:pPr>
            <w:r>
              <w:t xml:space="preserve">- </w:t>
            </w: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\r(3)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04A5C6CB" w14:textId="77777777" w:rsidR="00A25255" w:rsidRDefault="00A25255" w:rsidP="00306F59">
            <w:pPr>
              <w:jc w:val="center"/>
            </w:pPr>
            <w:r>
              <w:t>-1</w:t>
            </w:r>
          </w:p>
        </w:tc>
      </w:tr>
      <w:tr w:rsidR="00A25255" w14:paraId="000BCF36" w14:textId="77777777">
        <w:tblPrEx>
          <w:tblCellMar>
            <w:top w:w="0" w:type="dxa"/>
            <w:bottom w:w="0" w:type="dxa"/>
          </w:tblCellMar>
        </w:tblPrEx>
        <w:tc>
          <w:tcPr>
            <w:tcW w:w="953" w:type="dxa"/>
            <w:vAlign w:val="center"/>
          </w:tcPr>
          <w:p w14:paraId="261179F7" w14:textId="77777777" w:rsidR="00A25255" w:rsidRDefault="00A25255" w:rsidP="00306F59">
            <w:pPr>
              <w:jc w:val="center"/>
              <w:rPr>
                <w:i/>
                <w:iCs/>
              </w:rPr>
            </w:pPr>
            <w:r>
              <w:t xml:space="preserve">sin </w:t>
            </w:r>
            <w:r>
              <w:rPr>
                <w:i/>
                <w:iCs/>
              </w:rPr>
              <w:t>x</w:t>
            </w:r>
          </w:p>
        </w:tc>
        <w:tc>
          <w:tcPr>
            <w:tcW w:w="909" w:type="dxa"/>
            <w:vAlign w:val="center"/>
          </w:tcPr>
          <w:p w14:paraId="0780B474" w14:textId="77777777" w:rsidR="00A25255" w:rsidRDefault="00A25255" w:rsidP="00306F59">
            <w:pPr>
              <w:jc w:val="center"/>
            </w:pPr>
            <w:r>
              <w:t>0</w:t>
            </w:r>
          </w:p>
        </w:tc>
        <w:tc>
          <w:tcPr>
            <w:tcW w:w="947" w:type="dxa"/>
            <w:vAlign w:val="center"/>
          </w:tcPr>
          <w:p w14:paraId="6F9770B3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\s\do1(\f(1;2))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1FCB6376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\r(2)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58B37703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\r(3)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77E9A36D" w14:textId="77777777" w:rsidR="00A25255" w:rsidRDefault="00A25255" w:rsidP="00306F59">
            <w:pPr>
              <w:jc w:val="center"/>
            </w:pPr>
            <w:r>
              <w:t>1</w:t>
            </w:r>
          </w:p>
        </w:tc>
        <w:tc>
          <w:tcPr>
            <w:tcW w:w="947" w:type="dxa"/>
            <w:vAlign w:val="center"/>
          </w:tcPr>
          <w:p w14:paraId="592F77AB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\r(3)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7" w:type="dxa"/>
            <w:vAlign w:val="center"/>
          </w:tcPr>
          <w:p w14:paraId="0D0ECAB1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</w:instrText>
            </w:r>
            <w:r>
              <w:fldChar w:fldCharType="begin"/>
            </w:r>
            <w:r>
              <w:instrText xml:space="preserve"> eq \r(2)</w:instrText>
            </w:r>
            <w:r>
              <w:fldChar w:fldCharType="end"/>
            </w:r>
            <w:r>
              <w:instrText>;2))</w:instrText>
            </w:r>
            <w:r>
              <w:fldChar w:fldCharType="end"/>
            </w:r>
          </w:p>
        </w:tc>
        <w:tc>
          <w:tcPr>
            <w:tcW w:w="948" w:type="dxa"/>
            <w:vAlign w:val="center"/>
          </w:tcPr>
          <w:p w14:paraId="0B82AD8A" w14:textId="77777777" w:rsidR="00A25255" w:rsidRDefault="00A25255" w:rsidP="00306F59">
            <w:pPr>
              <w:jc w:val="center"/>
            </w:pPr>
            <w:r>
              <w:fldChar w:fldCharType="begin"/>
            </w:r>
            <w:r>
              <w:instrText xml:space="preserve"> eq \s\do1(\f(1;2))</w:instrText>
            </w:r>
            <w:r>
              <w:fldChar w:fldCharType="end"/>
            </w:r>
          </w:p>
        </w:tc>
        <w:tc>
          <w:tcPr>
            <w:tcW w:w="912" w:type="dxa"/>
            <w:vAlign w:val="center"/>
          </w:tcPr>
          <w:p w14:paraId="2F483451" w14:textId="77777777" w:rsidR="00A25255" w:rsidRDefault="00A25255" w:rsidP="00306F59">
            <w:pPr>
              <w:jc w:val="center"/>
            </w:pPr>
            <w:r>
              <w:t>0</w:t>
            </w:r>
          </w:p>
        </w:tc>
      </w:tr>
      <w:tr w:rsidR="00A25255" w14:paraId="4393BFEC" w14:textId="77777777">
        <w:tblPrEx>
          <w:tblCellMar>
            <w:top w:w="0" w:type="dxa"/>
            <w:bottom w:w="0" w:type="dxa"/>
          </w:tblCellMar>
        </w:tblPrEx>
        <w:tc>
          <w:tcPr>
            <w:tcW w:w="953" w:type="dxa"/>
            <w:vAlign w:val="center"/>
          </w:tcPr>
          <w:p w14:paraId="6018FE8A" w14:textId="77777777" w:rsidR="00A25255" w:rsidRDefault="00A25255" w:rsidP="00306F59">
            <w:pPr>
              <w:jc w:val="center"/>
            </w:pPr>
            <w:r>
              <w:t xml:space="preserve">tan x </w:t>
            </w:r>
          </w:p>
        </w:tc>
        <w:tc>
          <w:tcPr>
            <w:tcW w:w="909" w:type="dxa"/>
            <w:vAlign w:val="center"/>
          </w:tcPr>
          <w:p w14:paraId="39E9EF9E" w14:textId="77777777" w:rsidR="00A25255" w:rsidRDefault="00A25255" w:rsidP="00306F59">
            <w:pPr>
              <w:jc w:val="center"/>
            </w:pPr>
            <w:r>
              <w:t>0</w:t>
            </w:r>
          </w:p>
        </w:tc>
        <w:tc>
          <w:tcPr>
            <w:tcW w:w="947" w:type="dxa"/>
            <w:vAlign w:val="center"/>
          </w:tcPr>
          <w:p w14:paraId="5E9A4EB2" w14:textId="77777777" w:rsidR="00A25255" w:rsidRDefault="00A25255" w:rsidP="00306F59">
            <w:pPr>
              <w:jc w:val="center"/>
            </w:pPr>
            <w:r w:rsidRPr="00973349">
              <w:rPr>
                <w:position w:val="-28"/>
              </w:rPr>
              <w:object w:dxaOrig="400" w:dyaOrig="660" w14:anchorId="7F451B62">
                <v:shape id="_x0000_i1027" type="#_x0000_t75" style="width:19.9pt;height:33.2pt" o:ole="">
                  <v:imagedata r:id="rId11" o:title=""/>
                </v:shape>
                <o:OLEObject Type="Embed" ProgID="Equation.DSMT4" ShapeID="_x0000_i1027" DrawAspect="Content" ObjectID="_1257492083" r:id="rId12"/>
              </w:object>
            </w:r>
          </w:p>
        </w:tc>
        <w:tc>
          <w:tcPr>
            <w:tcW w:w="947" w:type="dxa"/>
            <w:vAlign w:val="center"/>
          </w:tcPr>
          <w:p w14:paraId="60C9FBBF" w14:textId="77777777" w:rsidR="00A25255" w:rsidRDefault="00A25255" w:rsidP="00306F59">
            <w:pPr>
              <w:jc w:val="center"/>
            </w:pPr>
            <w:r>
              <w:t>1</w:t>
            </w:r>
          </w:p>
        </w:tc>
        <w:tc>
          <w:tcPr>
            <w:tcW w:w="947" w:type="dxa"/>
            <w:vAlign w:val="center"/>
          </w:tcPr>
          <w:p w14:paraId="3FCBBC9B" w14:textId="77777777" w:rsidR="00A25255" w:rsidRDefault="00A25255" w:rsidP="00306F59">
            <w:pPr>
              <w:jc w:val="center"/>
            </w:pPr>
            <w:r w:rsidRPr="00973349">
              <w:rPr>
                <w:position w:val="-8"/>
              </w:rPr>
              <w:object w:dxaOrig="360" w:dyaOrig="360" w14:anchorId="19388015">
                <v:shape id="_x0000_i1028" type="#_x0000_t75" style="width:17.85pt;height:17.85pt" o:ole="">
                  <v:imagedata r:id="rId13" o:title=""/>
                </v:shape>
                <o:OLEObject Type="Embed" ProgID="Equation.DSMT4" ShapeID="_x0000_i1028" DrawAspect="Content" ObjectID="_1257492084" r:id="rId14"/>
              </w:object>
            </w:r>
          </w:p>
        </w:tc>
        <w:tc>
          <w:tcPr>
            <w:tcW w:w="912" w:type="dxa"/>
            <w:vAlign w:val="center"/>
          </w:tcPr>
          <w:p w14:paraId="060F6792" w14:textId="77777777" w:rsidR="00A25255" w:rsidRDefault="00A25255" w:rsidP="00306F59">
            <w:pPr>
              <w:jc w:val="center"/>
            </w:pPr>
            <w:r>
              <w:t>N'existe pas</w:t>
            </w:r>
          </w:p>
        </w:tc>
        <w:tc>
          <w:tcPr>
            <w:tcW w:w="947" w:type="dxa"/>
            <w:vAlign w:val="center"/>
          </w:tcPr>
          <w:p w14:paraId="1804F6AD" w14:textId="77777777" w:rsidR="00A25255" w:rsidRDefault="00A25255" w:rsidP="00306F59">
            <w:pPr>
              <w:jc w:val="center"/>
            </w:pPr>
            <w:r>
              <w:t xml:space="preserve">- </w:t>
            </w:r>
            <w:r w:rsidRPr="00973349">
              <w:rPr>
                <w:position w:val="-8"/>
              </w:rPr>
              <w:object w:dxaOrig="360" w:dyaOrig="360" w14:anchorId="27965450">
                <v:shape id="_x0000_i1029" type="#_x0000_t75" style="width:17.85pt;height:17.85pt" o:ole="">
                  <v:imagedata r:id="rId15" o:title=""/>
                </v:shape>
                <o:OLEObject Type="Embed" ProgID="Equation.DSMT4" ShapeID="_x0000_i1029" DrawAspect="Content" ObjectID="_1257492085" r:id="rId16"/>
              </w:object>
            </w:r>
          </w:p>
        </w:tc>
        <w:tc>
          <w:tcPr>
            <w:tcW w:w="947" w:type="dxa"/>
            <w:vAlign w:val="center"/>
          </w:tcPr>
          <w:p w14:paraId="11780BE3" w14:textId="77777777" w:rsidR="00A25255" w:rsidRDefault="00A25255" w:rsidP="00306F59">
            <w:pPr>
              <w:jc w:val="center"/>
            </w:pPr>
            <w:r>
              <w:t>-1</w:t>
            </w:r>
          </w:p>
        </w:tc>
        <w:tc>
          <w:tcPr>
            <w:tcW w:w="948" w:type="dxa"/>
            <w:vAlign w:val="center"/>
          </w:tcPr>
          <w:p w14:paraId="456CD06B" w14:textId="77777777" w:rsidR="00A25255" w:rsidRPr="008F06C5" w:rsidRDefault="00A25255" w:rsidP="00306F59">
            <w:pPr>
              <w:jc w:val="center"/>
            </w:pPr>
            <w:r>
              <w:t>-</w:t>
            </w:r>
            <w:r w:rsidRPr="00973349">
              <w:rPr>
                <w:position w:val="-28"/>
              </w:rPr>
              <w:object w:dxaOrig="400" w:dyaOrig="660" w14:anchorId="4D2D3AC2">
                <v:shape id="_x0000_i1030" type="#_x0000_t75" style="width:19.9pt;height:33.2pt" o:ole="">
                  <v:imagedata r:id="rId17" o:title=""/>
                </v:shape>
                <o:OLEObject Type="Embed" ProgID="Equation.DSMT4" ShapeID="_x0000_i1030" DrawAspect="Content" ObjectID="_1257492086" r:id="rId18"/>
              </w:object>
            </w:r>
          </w:p>
        </w:tc>
        <w:tc>
          <w:tcPr>
            <w:tcW w:w="912" w:type="dxa"/>
            <w:vAlign w:val="center"/>
          </w:tcPr>
          <w:p w14:paraId="7A846140" w14:textId="77777777" w:rsidR="00A25255" w:rsidRDefault="00A25255" w:rsidP="00306F59">
            <w:pPr>
              <w:jc w:val="center"/>
            </w:pPr>
            <w:r>
              <w:t>0</w:t>
            </w:r>
          </w:p>
        </w:tc>
      </w:tr>
    </w:tbl>
    <w:p w14:paraId="16369B53" w14:textId="77777777" w:rsidR="00A25255" w:rsidRDefault="00A25255" w:rsidP="00A25255"/>
    <w:p w14:paraId="47F189C8" w14:textId="77777777" w:rsidR="00A25255" w:rsidRPr="00C621B6" w:rsidRDefault="00D75320" w:rsidP="00A25255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noProof/>
          <w:color w:val="008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33F912" wp14:editId="2FF43DC8">
                <wp:simplePos x="0" y="0"/>
                <wp:positionH relativeFrom="column">
                  <wp:posOffset>2857500</wp:posOffset>
                </wp:positionH>
                <wp:positionV relativeFrom="paragraph">
                  <wp:posOffset>191770</wp:posOffset>
                </wp:positionV>
                <wp:extent cx="342900" cy="0"/>
                <wp:effectExtent l="0" t="101600" r="38100" b="12700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5.1pt" to="252pt,1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">
                <v:stroke endarrow="open"/>
              </v:line>
            </w:pict>
          </mc:Fallback>
        </mc:AlternateContent>
      </w:r>
      <w:r w:rsidR="00A25255" w:rsidRPr="00A25255">
        <w:rPr>
          <w:rStyle w:val="Titre30"/>
        </w:rPr>
        <w:t>La fonction cosinus</w:t>
      </w:r>
      <w:r w:rsidR="00A25255">
        <w:rPr>
          <w:rStyle w:val="Titre30"/>
          <w:b w:val="0"/>
          <w:bCs w:val="0"/>
          <w:u w:val="none"/>
        </w:rPr>
        <w:t xml:space="preserve">        </w:t>
      </w:r>
      <w:r w:rsidR="00A25255">
        <w:t xml:space="preserve"> </w:t>
      </w:r>
      <w:proofErr w:type="gramStart"/>
      <w:r w:rsidR="00A25255">
        <w:t>cos  :</w:t>
      </w:r>
      <w:proofErr w:type="gramEnd"/>
      <w:r w:rsidR="00A25255">
        <w:t xml:space="preserve">  </w:t>
      </w:r>
      <w:r w:rsidR="00BE76BB" w:rsidRPr="00C621B6">
        <w:rPr>
          <w:position w:val="-4"/>
        </w:rPr>
        <w:object w:dxaOrig="260" w:dyaOrig="260" w14:anchorId="00971321">
          <v:shape id="_x0000_i1067" type="#_x0000_t75" style="width:12.75pt;height:12.75pt" o:ole="">
            <v:imagedata r:id="rId19" o:title=""/>
          </v:shape>
          <o:OLEObject Type="Embed" ProgID="Equation.DSMT4" ShapeID="_x0000_i1067" DrawAspect="Content" ObjectID="_1257492087" r:id="rId20"/>
        </w:object>
      </w:r>
      <w:r w:rsidR="00A25255">
        <w:t xml:space="preserve">                 [ -1 ; 1 ]</w:t>
      </w:r>
    </w:p>
    <w:p w14:paraId="183F9434" w14:textId="77777777" w:rsidR="00A25255" w:rsidRPr="00C621B6" w:rsidRDefault="00A25255" w:rsidP="00A25255">
      <w:pPr>
        <w:ind w:left="3540"/>
      </w:pPr>
      <w:r>
        <w:rPr>
          <w:noProof/>
        </w:rPr>
        <w:t xml:space="preserve">         </w:t>
      </w:r>
      <w:r w:rsidRPr="00BE76BB">
        <w:rPr>
          <w:i/>
          <w:noProof/>
        </w:rPr>
        <w:t>x</w:t>
      </w:r>
      <w:r>
        <w:rPr>
          <w:noProof/>
        </w:rPr>
        <w:t xml:space="preserve">                  cos </w:t>
      </w:r>
      <w:r w:rsidRPr="00BE76BB">
        <w:rPr>
          <w:i/>
          <w:noProof/>
        </w:rPr>
        <w:t>x</w:t>
      </w:r>
      <w:r>
        <w:rPr>
          <w:noProof/>
        </w:rPr>
        <w:t xml:space="preserve"> </w:t>
      </w:r>
    </w:p>
    <w:p w14:paraId="5A253A7F" w14:textId="77777777" w:rsidR="00A25255" w:rsidRDefault="00A25255" w:rsidP="00A25255">
      <w:r>
        <w:t xml:space="preserve">Ensemble de définition </w:t>
      </w:r>
      <w:proofErr w:type="gramStart"/>
      <w:r>
        <w:t xml:space="preserve">= </w:t>
      </w:r>
      <w:proofErr w:type="gramEnd"/>
      <w:r w:rsidR="00BE76BB" w:rsidRPr="008F06C5">
        <w:rPr>
          <w:position w:val="-4"/>
        </w:rPr>
        <w:object w:dxaOrig="260" w:dyaOrig="260" w14:anchorId="3EC58D10">
          <v:shape id="_x0000_i1070" type="#_x0000_t75" style="width:12.75pt;height:12.75pt" o:ole="">
            <v:imagedata r:id="rId21" o:title=""/>
          </v:shape>
          <o:OLEObject Type="Embed" ProgID="Equation.DSMT4" ShapeID="_x0000_i1070" DrawAspect="Content" ObjectID="_1257492088" r:id="rId22"/>
        </w:object>
      </w:r>
      <w:r>
        <w:t xml:space="preserve">.       </w:t>
      </w:r>
      <w:r w:rsidR="00B74C82">
        <w:t>(</w:t>
      </w:r>
      <w:proofErr w:type="gramStart"/>
      <w:r w:rsidR="00B74C82">
        <w:t>rappel</w:t>
      </w:r>
      <w:proofErr w:type="gramEnd"/>
      <w:r w:rsidR="00B74C82">
        <w:t xml:space="preserve"> de 1</w:t>
      </w:r>
      <w:r w:rsidR="00B74C82" w:rsidRPr="00B74C82">
        <w:rPr>
          <w:vertAlign w:val="superscript"/>
        </w:rPr>
        <w:t>er</w:t>
      </w:r>
      <w:r w:rsidR="00B74C82">
        <w:t xml:space="preserve"> :  cos ' </w:t>
      </w:r>
      <w:r w:rsidR="00B74C82" w:rsidRPr="00BE76BB">
        <w:rPr>
          <w:i/>
        </w:rPr>
        <w:t>x</w:t>
      </w:r>
      <w:r w:rsidR="00B74C82">
        <w:t xml:space="preserve"> = - sin </w:t>
      </w:r>
      <w:r w:rsidR="00B74C82" w:rsidRPr="00BE76BB">
        <w:rPr>
          <w:i/>
        </w:rPr>
        <w:t>x</w:t>
      </w:r>
      <w:r w:rsidR="00B74C82">
        <w:t xml:space="preserve"> )</w:t>
      </w:r>
    </w:p>
    <w:p w14:paraId="61420F66" w14:textId="77777777" w:rsidR="00A25255" w:rsidRDefault="00A25255" w:rsidP="00A25255">
      <w:r>
        <w:t xml:space="preserve">Quel que soit le réel </w:t>
      </w:r>
      <w:r>
        <w:rPr>
          <w:i/>
          <w:iCs/>
        </w:rPr>
        <w:t>x</w:t>
      </w:r>
      <w:r>
        <w:t>, cos(</w:t>
      </w:r>
      <w:r>
        <w:rPr>
          <w:i/>
          <w:iCs/>
        </w:rPr>
        <w:t>x</w:t>
      </w:r>
      <w:r>
        <w:t xml:space="preserve"> + 2</w:t>
      </w:r>
      <w:r>
        <w:sym w:font="Symbol" w:char="F070"/>
      </w:r>
      <w:r>
        <w:t xml:space="preserve">) = cos </w:t>
      </w:r>
      <w:r>
        <w:rPr>
          <w:i/>
          <w:iCs/>
        </w:rPr>
        <w:t xml:space="preserve">x </w:t>
      </w:r>
      <w:r>
        <w:t xml:space="preserve">; On dit que la fonction cosinus est </w:t>
      </w:r>
      <w:r w:rsidRPr="00C621B6">
        <w:rPr>
          <w:b/>
          <w:bCs/>
          <w:i/>
          <w:iCs/>
        </w:rPr>
        <w:t>périodique de période 2</w:t>
      </w:r>
      <w:r w:rsidRPr="00C621B6">
        <w:rPr>
          <w:b/>
          <w:bCs/>
          <w:i/>
          <w:iCs/>
        </w:rPr>
        <w:sym w:font="Symbol" w:char="F070"/>
      </w:r>
      <w:r w:rsidRPr="00C621B6">
        <w:rPr>
          <w:b/>
          <w:bCs/>
          <w:i/>
          <w:iCs/>
        </w:rPr>
        <w:t>.</w:t>
      </w:r>
    </w:p>
    <w:p w14:paraId="3E55A029" w14:textId="77777777" w:rsidR="00A25255" w:rsidRDefault="00A25255" w:rsidP="00A25255">
      <w:r>
        <w:t xml:space="preserve">Quel que soit le réel </w:t>
      </w:r>
      <w:r>
        <w:rPr>
          <w:i/>
          <w:iCs/>
        </w:rPr>
        <w:t>x</w:t>
      </w:r>
      <w:r>
        <w:t xml:space="preserve">, </w:t>
      </w:r>
      <w:proofErr w:type="gramStart"/>
      <w:r>
        <w:t>cos(</w:t>
      </w:r>
      <w:proofErr w:type="gramEnd"/>
      <w:r>
        <w:t>-</w:t>
      </w:r>
      <w:r>
        <w:rPr>
          <w:i/>
          <w:iCs/>
        </w:rPr>
        <w:t>x</w:t>
      </w:r>
      <w:r>
        <w:t xml:space="preserve">) = cos </w:t>
      </w:r>
      <w:r>
        <w:rPr>
          <w:i/>
          <w:iCs/>
        </w:rPr>
        <w:t>x</w:t>
      </w:r>
      <w:r>
        <w:t xml:space="preserve">  La fonction cosinus est </w:t>
      </w:r>
      <w:r w:rsidRPr="00C621B6">
        <w:rPr>
          <w:b/>
          <w:bCs/>
          <w:i/>
          <w:iCs/>
        </w:rPr>
        <w:t>paire</w:t>
      </w:r>
      <w:r>
        <w:t xml:space="preserve"> .</w:t>
      </w:r>
    </w:p>
    <w:p w14:paraId="75EE1225" w14:textId="77777777" w:rsidR="00A25255" w:rsidRDefault="00A25255" w:rsidP="00A25255">
      <w:r>
        <w:t xml:space="preserve">On peut donc étudier la fonction cosinus sur </w:t>
      </w:r>
      <w:proofErr w:type="gramStart"/>
      <w:r>
        <w:t>[ 0</w:t>
      </w:r>
      <w:proofErr w:type="gramEnd"/>
      <w:r>
        <w:t xml:space="preserve"> ; </w:t>
      </w:r>
      <w:r>
        <w:rPr>
          <w:position w:val="-6"/>
        </w:rPr>
        <w:object w:dxaOrig="200" w:dyaOrig="220" w14:anchorId="3BC181DF">
          <v:shape id="_x0000_i1033" type="#_x0000_t75" style="width:9.7pt;height:11.25pt" o:ole="">
            <v:imagedata r:id="rId23" o:title=""/>
          </v:shape>
          <o:OLEObject Type="Embed" ProgID="Equation.DSMT4" ShapeID="_x0000_i1033" DrawAspect="Content" ObjectID="_1257492089" r:id="rId24"/>
        </w:object>
      </w:r>
      <w:r>
        <w:t xml:space="preserve"> ] , puis faire la symétrie par rapport à l'axe des abscisses (parité) , puis des translations (période).</w:t>
      </w:r>
    </w:p>
    <w:p w14:paraId="493AF9B2" w14:textId="77777777" w:rsidR="00A25255" w:rsidRDefault="00A25255" w:rsidP="00A25255">
      <w:r>
        <w:t xml:space="preserve">Tableau des variations 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5040"/>
      </w:tblGrid>
      <w:tr w:rsidR="00A25255" w14:paraId="0E988820" w14:textId="77777777">
        <w:tblPrEx>
          <w:tblCellMar>
            <w:top w:w="0" w:type="dxa"/>
            <w:bottom w:w="0" w:type="dxa"/>
          </w:tblCellMar>
        </w:tblPrEx>
        <w:tc>
          <w:tcPr>
            <w:tcW w:w="659" w:type="dxa"/>
            <w:vAlign w:val="center"/>
          </w:tcPr>
          <w:p w14:paraId="7689FD00" w14:textId="77777777" w:rsidR="00A25255" w:rsidRDefault="00A25255" w:rsidP="00306F5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5040" w:type="dxa"/>
            <w:vAlign w:val="center"/>
          </w:tcPr>
          <w:p w14:paraId="26BBD2F3" w14:textId="77777777" w:rsidR="00A25255" w:rsidRDefault="00A25255" w:rsidP="00306F59">
            <w:pPr>
              <w:jc w:val="center"/>
            </w:pPr>
            <w:r>
              <w:t>-</w:t>
            </w:r>
            <w:r>
              <w:sym w:font="Symbol" w:char="F070"/>
            </w:r>
            <w:r>
              <w:t xml:space="preserve">             - </w:t>
            </w:r>
            <w:r>
              <w:fldChar w:fldCharType="begin"/>
            </w:r>
            <w:r>
              <w:instrText xml:space="preserve"> eq \s\do1(\f( </w:instrText>
            </w:r>
            <w:r>
              <w:sym w:font="Symbol" w:char="F070"/>
            </w:r>
            <w:r>
              <w:instrText>;2))</w:instrText>
            </w:r>
            <w:r>
              <w:fldChar w:fldCharType="end"/>
            </w:r>
            <w:r>
              <w:t xml:space="preserve">                0                 </w:t>
            </w: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;2))</w:instrText>
            </w:r>
            <w:r>
              <w:fldChar w:fldCharType="end"/>
            </w:r>
            <w:r>
              <w:t xml:space="preserve">                  </w:t>
            </w:r>
            <w:r>
              <w:sym w:font="Symbol" w:char="F070"/>
            </w:r>
          </w:p>
        </w:tc>
      </w:tr>
      <w:tr w:rsidR="00A25255" w14:paraId="086ECDD7" w14:textId="77777777">
        <w:tblPrEx>
          <w:tblCellMar>
            <w:top w:w="0" w:type="dxa"/>
            <w:bottom w:w="0" w:type="dxa"/>
          </w:tblCellMar>
        </w:tblPrEx>
        <w:tc>
          <w:tcPr>
            <w:tcW w:w="659" w:type="dxa"/>
            <w:vAlign w:val="center"/>
          </w:tcPr>
          <w:p w14:paraId="0CAAF0EB" w14:textId="77777777" w:rsidR="00A25255" w:rsidRDefault="00A25255" w:rsidP="00306F59">
            <w:pPr>
              <w:jc w:val="center"/>
            </w:pPr>
            <w:r>
              <w:t>cos</w:t>
            </w:r>
          </w:p>
        </w:tc>
        <w:tc>
          <w:tcPr>
            <w:tcW w:w="5040" w:type="dxa"/>
            <w:vAlign w:val="center"/>
          </w:tcPr>
          <w:p w14:paraId="14E9312E" w14:textId="77777777" w:rsidR="00A25255" w:rsidRDefault="00D75320" w:rsidP="00306F59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9A00BE7" wp14:editId="5BF53FC2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105410</wp:posOffset>
                      </wp:positionV>
                      <wp:extent cx="590550" cy="276225"/>
                      <wp:effectExtent l="8255" t="16510" r="23495" b="24765"/>
                      <wp:wrapNone/>
                      <wp:docPr id="9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0550" cy="276225"/>
                              </a:xfrm>
                              <a:custGeom>
                                <a:avLst/>
                                <a:gdLst>
                                  <a:gd name="T0" fmla="*/ 0 w 930"/>
                                  <a:gd name="T1" fmla="*/ 0 h 435"/>
                                  <a:gd name="T2" fmla="*/ 930 w 930"/>
                                  <a:gd name="T3" fmla="*/ 435 h 4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30" h="435">
                                    <a:moveTo>
                                      <a:pt x="0" y="0"/>
                                    </a:moveTo>
                                    <a:lnTo>
                                      <a:pt x="930" y="43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5.65pt,8.3pt,172.15pt,30.05pt" coordsize="930,4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" filled="f">
                      <v:path arrowok="t" o:connecttype="custom" o:connectlocs="0,0;590550,276225" o:connectangles="0,0"/>
                    </v:poly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A9BE112" wp14:editId="79166972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86360</wp:posOffset>
                      </wp:positionV>
                      <wp:extent cx="552450" cy="295275"/>
                      <wp:effectExtent l="14605" t="10160" r="42545" b="24765"/>
                      <wp:wrapNone/>
                      <wp:docPr id="8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295275"/>
                              </a:xfrm>
                              <a:custGeom>
                                <a:avLst/>
                                <a:gdLst>
                                  <a:gd name="T0" fmla="*/ 0 w 870"/>
                                  <a:gd name="T1" fmla="*/ 465 h 465"/>
                                  <a:gd name="T2" fmla="*/ 870 w 870"/>
                                  <a:gd name="T3" fmla="*/ 0 h 4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70" h="465">
                                    <a:moveTo>
                                      <a:pt x="0" y="465"/>
                                    </a:moveTo>
                                    <a:lnTo>
                                      <a:pt x="87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7.15pt,30.05pt,110.65pt,6.8pt" coordsize="870,4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" filled="f">
                      <v:stroke endarrow="block" endarrowwidth="narrow" endarrowlength="short"/>
                      <v:path arrowok="t" o:connecttype="custom" o:connectlocs="0,295275;552450,0" o:connectangles="0,0"/>
                    </v:polyline>
                  </w:pict>
                </mc:Fallback>
              </mc:AlternateContent>
            </w:r>
            <w:r w:rsidR="00A25255">
              <w:t xml:space="preserve">                                      1</w:t>
            </w:r>
          </w:p>
          <w:p w14:paraId="511061F7" w14:textId="77777777" w:rsidR="00A25255" w:rsidRDefault="00A25255" w:rsidP="00306F59"/>
          <w:p w14:paraId="7C8B19AB" w14:textId="77777777" w:rsidR="00A25255" w:rsidRDefault="00D75320" w:rsidP="00306F59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BD8288E" wp14:editId="5E98D063">
                      <wp:simplePos x="0" y="0"/>
                      <wp:positionH relativeFrom="column">
                        <wp:posOffset>2395855</wp:posOffset>
                      </wp:positionH>
                      <wp:positionV relativeFrom="paragraph">
                        <wp:posOffset>114935</wp:posOffset>
                      </wp:positionV>
                      <wp:extent cx="561975" cy="276225"/>
                      <wp:effectExtent l="8255" t="13335" r="39370" b="40640"/>
                      <wp:wrapNone/>
                      <wp:docPr id="7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1975" cy="276225"/>
                              </a:xfrm>
                              <a:custGeom>
                                <a:avLst/>
                                <a:gdLst>
                                  <a:gd name="T0" fmla="*/ 0 w 885"/>
                                  <a:gd name="T1" fmla="*/ 0 h 435"/>
                                  <a:gd name="T2" fmla="*/ 885 w 885"/>
                                  <a:gd name="T3" fmla="*/ 435 h 4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85" h="435">
                                    <a:moveTo>
                                      <a:pt x="0" y="0"/>
                                    </a:moveTo>
                                    <a:lnTo>
                                      <a:pt x="885" y="43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8.65pt,9.05pt,232.9pt,30.8pt" coordsize="885,4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" filled="f">
                      <v:stroke endarrow="block" endarrowwidth="narrow" endarrowlength="short"/>
                      <v:path arrowok="t" o:connecttype="custom" o:connectlocs="0,0;561975,276225" o:connectangles="0,0"/>
                    </v:poly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77F4919" wp14:editId="59240378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107315</wp:posOffset>
                      </wp:positionV>
                      <wp:extent cx="542925" cy="295275"/>
                      <wp:effectExtent l="11430" t="18415" r="29845" b="29210"/>
                      <wp:wrapNone/>
                      <wp:docPr id="6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2925" cy="295275"/>
                              </a:xfrm>
                              <a:custGeom>
                                <a:avLst/>
                                <a:gdLst>
                                  <a:gd name="T0" fmla="*/ 0 w 855"/>
                                  <a:gd name="T1" fmla="*/ 465 h 465"/>
                                  <a:gd name="T2" fmla="*/ 855 w 855"/>
                                  <a:gd name="T3" fmla="*/ 0 h 4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55" h="465">
                                    <a:moveTo>
                                      <a:pt x="0" y="465"/>
                                    </a:moveTo>
                                    <a:lnTo>
                                      <a:pt x="85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.9pt,31.7pt,56.65pt,8.45pt" coordsize="855,4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" filled="f">
                      <v:path arrowok="t" o:connecttype="custom" o:connectlocs="0,295275;542925,0" o:connectangles="0,0"/>
                    </v:polyline>
                  </w:pict>
                </mc:Fallback>
              </mc:AlternateContent>
            </w:r>
            <w:r w:rsidR="00A25255">
              <w:t xml:space="preserve">                    0                                     </w:t>
            </w:r>
            <w:proofErr w:type="spellStart"/>
            <w:r w:rsidR="00A25255">
              <w:t>0</w:t>
            </w:r>
            <w:proofErr w:type="spellEnd"/>
          </w:p>
          <w:p w14:paraId="7F64A642" w14:textId="77777777" w:rsidR="00A25255" w:rsidRDefault="00A25255" w:rsidP="00306F59"/>
          <w:p w14:paraId="534B3CF8" w14:textId="77777777" w:rsidR="00A25255" w:rsidRDefault="00A25255" w:rsidP="00306F59">
            <w:r>
              <w:t>-1                                                                           -1</w:t>
            </w:r>
          </w:p>
        </w:tc>
      </w:tr>
    </w:tbl>
    <w:p w14:paraId="1DDB591F" w14:textId="77777777" w:rsidR="00582EA8" w:rsidRDefault="00B74C82" w:rsidP="00A25255">
      <w:pPr>
        <w:ind w:left="180"/>
        <w:rPr>
          <w:u w:val="dash"/>
        </w:rPr>
      </w:pPr>
      <w:r>
        <w:rPr>
          <w:u w:val="dash"/>
        </w:rPr>
        <w:t xml:space="preserve"> </w:t>
      </w:r>
    </w:p>
    <w:p w14:paraId="02F6AD97" w14:textId="77777777" w:rsidR="00A25255" w:rsidRDefault="00A25255" w:rsidP="00A25255">
      <w:pPr>
        <w:ind w:left="180"/>
      </w:pPr>
      <w:r>
        <w:rPr>
          <w:u w:val="dash"/>
        </w:rPr>
        <w:lastRenderedPageBreak/>
        <w:t>Courbe représentative de la fonction cosinus :</w:t>
      </w:r>
      <w:r>
        <w:t xml:space="preserve"> </w:t>
      </w:r>
    </w:p>
    <w:p w14:paraId="4C6E3D97" w14:textId="77777777" w:rsidR="00A25255" w:rsidRDefault="00D75320" w:rsidP="00A25255">
      <w:r>
        <w:rPr>
          <w:noProof/>
        </w:rPr>
        <w:drawing>
          <wp:inline distT="0" distB="0" distL="0" distR="0" wp14:anchorId="55A6060F" wp14:editId="5D4343C4">
            <wp:extent cx="6121400" cy="17018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DAB7D" w14:textId="77777777" w:rsidR="00A25255" w:rsidRDefault="00A25255" w:rsidP="00A25255">
      <w:pPr>
        <w:ind w:left="360"/>
        <w:rPr>
          <w:b/>
          <w:bCs/>
          <w:u w:val="single"/>
        </w:rPr>
      </w:pPr>
    </w:p>
    <w:p w14:paraId="24E8BEE4" w14:textId="77777777" w:rsidR="00A25255" w:rsidRPr="00C621B6" w:rsidRDefault="00D75320" w:rsidP="005D502A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noProof/>
          <w:color w:val="008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8B99A1" wp14:editId="1E91B71E">
                <wp:simplePos x="0" y="0"/>
                <wp:positionH relativeFrom="column">
                  <wp:posOffset>2743200</wp:posOffset>
                </wp:positionH>
                <wp:positionV relativeFrom="paragraph">
                  <wp:posOffset>113665</wp:posOffset>
                </wp:positionV>
                <wp:extent cx="342900" cy="0"/>
                <wp:effectExtent l="12700" t="50165" r="38100" b="7683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8.95pt" to="243pt,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">
                <v:stroke endarrow="open"/>
              </v:line>
            </w:pict>
          </mc:Fallback>
        </mc:AlternateContent>
      </w:r>
      <w:r w:rsidR="00A25255" w:rsidRPr="00582EA8">
        <w:rPr>
          <w:rStyle w:val="Titre30"/>
        </w:rPr>
        <w:t>La fonction sinus</w:t>
      </w:r>
      <w:r w:rsidR="00A25255" w:rsidRPr="00C621B6">
        <w:rPr>
          <w:b/>
          <w:bCs/>
          <w:u w:val="single"/>
        </w:rPr>
        <w:t xml:space="preserve"> </w:t>
      </w:r>
      <w:r w:rsidR="00A25255" w:rsidRPr="00C355CB">
        <w:t xml:space="preserve">       </w:t>
      </w:r>
      <w:r w:rsidR="00A25255">
        <w:t xml:space="preserve">      </w:t>
      </w:r>
      <w:proofErr w:type="gramStart"/>
      <w:r w:rsidR="00A25255">
        <w:t xml:space="preserve">sin  </w:t>
      </w:r>
      <w:r w:rsidR="00F8747A">
        <w:t>:</w:t>
      </w:r>
      <w:proofErr w:type="gramEnd"/>
      <w:r w:rsidR="00F8747A">
        <w:t xml:space="preserve"> </w:t>
      </w:r>
      <w:r w:rsidR="00A320E9" w:rsidRPr="00C621B6">
        <w:rPr>
          <w:position w:val="-4"/>
        </w:rPr>
        <w:object w:dxaOrig="260" w:dyaOrig="260" w14:anchorId="572AB6AA">
          <v:shape id="_x0000_i1078" type="#_x0000_t75" style="width:12.75pt;height:12.75pt" o:ole="">
            <v:imagedata r:id="rId26" o:title=""/>
          </v:shape>
          <o:OLEObject Type="Embed" ProgID="Equation.DSMT4" ShapeID="_x0000_i1078" DrawAspect="Content" ObjectID="_1257492090" r:id="rId27"/>
        </w:object>
      </w:r>
      <w:r w:rsidR="00A25255">
        <w:t xml:space="preserve">              [ -1 ; 1 ]</w:t>
      </w:r>
    </w:p>
    <w:p w14:paraId="0FEFFA90" w14:textId="77777777" w:rsidR="00A25255" w:rsidRPr="00C621B6" w:rsidRDefault="00A25255" w:rsidP="00A25255">
      <w:pPr>
        <w:ind w:left="3540"/>
      </w:pPr>
      <w:r>
        <w:rPr>
          <w:noProof/>
        </w:rPr>
        <w:t xml:space="preserve">       </w:t>
      </w:r>
      <w:r w:rsidRPr="00A320E9">
        <w:rPr>
          <w:i/>
          <w:noProof/>
        </w:rPr>
        <w:t>x</w:t>
      </w:r>
      <w:r>
        <w:rPr>
          <w:noProof/>
        </w:rPr>
        <w:t xml:space="preserve">                  sin </w:t>
      </w:r>
      <w:r w:rsidRPr="00A320E9">
        <w:rPr>
          <w:i/>
          <w:noProof/>
        </w:rPr>
        <w:t>x</w:t>
      </w:r>
      <w:r>
        <w:rPr>
          <w:noProof/>
        </w:rPr>
        <w:t xml:space="preserve"> </w:t>
      </w:r>
    </w:p>
    <w:p w14:paraId="046C0F9A" w14:textId="77777777" w:rsidR="00A25255" w:rsidRPr="00B74C82" w:rsidRDefault="00A25255" w:rsidP="00B74C82">
      <w:pPr>
        <w:rPr>
          <w:lang w:val="nl-NL"/>
        </w:rPr>
      </w:pPr>
      <w:r>
        <w:t xml:space="preserve">Ensemble de définition </w:t>
      </w:r>
      <w:proofErr w:type="gramStart"/>
      <w:r>
        <w:t xml:space="preserve">= </w:t>
      </w:r>
      <w:proofErr w:type="gramEnd"/>
      <w:r w:rsidR="00A320E9" w:rsidRPr="00C621B6">
        <w:rPr>
          <w:position w:val="-4"/>
        </w:rPr>
        <w:object w:dxaOrig="260" w:dyaOrig="260" w14:anchorId="1CAE7D83">
          <v:shape id="_x0000_i1081" type="#_x0000_t75" style="width:12.75pt;height:12.75pt" o:ole="">
            <v:imagedata r:id="rId28" o:title=""/>
          </v:shape>
          <o:OLEObject Type="Embed" ProgID="Equation.DSMT4" ShapeID="_x0000_i1081" DrawAspect="Content" ObjectID="_1257492091" r:id="rId29"/>
        </w:object>
      </w:r>
      <w:r>
        <w:t xml:space="preserve">.       </w:t>
      </w:r>
      <w:r w:rsidR="00B74C82" w:rsidRPr="00B74C82">
        <w:rPr>
          <w:lang w:val="nl-NL"/>
        </w:rPr>
        <w:t>(rappel de 1</w:t>
      </w:r>
      <w:r w:rsidR="00B74C82" w:rsidRPr="00B74C82">
        <w:rPr>
          <w:vertAlign w:val="superscript"/>
          <w:lang w:val="nl-NL"/>
        </w:rPr>
        <w:t>er</w:t>
      </w:r>
      <w:r w:rsidR="00B74C82" w:rsidRPr="00B74C82">
        <w:rPr>
          <w:lang w:val="nl-NL"/>
        </w:rPr>
        <w:t xml:space="preserve"> :  sin ' </w:t>
      </w:r>
      <w:r w:rsidR="00B74C82" w:rsidRPr="00A320E9">
        <w:rPr>
          <w:i/>
          <w:lang w:val="nl-NL"/>
        </w:rPr>
        <w:t>x</w:t>
      </w:r>
      <w:r w:rsidR="00B74C82" w:rsidRPr="00B74C82">
        <w:rPr>
          <w:lang w:val="nl-NL"/>
        </w:rPr>
        <w:t xml:space="preserve"> = cos </w:t>
      </w:r>
      <w:r w:rsidR="00B74C82" w:rsidRPr="00A320E9">
        <w:rPr>
          <w:i/>
          <w:lang w:val="nl-NL"/>
        </w:rPr>
        <w:t>x</w:t>
      </w:r>
      <w:r w:rsidR="00B74C82" w:rsidRPr="00B74C82">
        <w:rPr>
          <w:lang w:val="nl-NL"/>
        </w:rPr>
        <w:t xml:space="preserve"> )</w:t>
      </w:r>
    </w:p>
    <w:p w14:paraId="409F3DA5" w14:textId="77777777" w:rsidR="00A25255" w:rsidRDefault="00A25255" w:rsidP="00A25255">
      <w:r>
        <w:t xml:space="preserve">Quel que soit le réel </w:t>
      </w:r>
      <w:r>
        <w:rPr>
          <w:i/>
          <w:iCs/>
        </w:rPr>
        <w:t>x</w:t>
      </w:r>
      <w:r>
        <w:t>,  sin(</w:t>
      </w:r>
      <w:r>
        <w:rPr>
          <w:i/>
          <w:iCs/>
        </w:rPr>
        <w:t>x</w:t>
      </w:r>
      <w:r>
        <w:t xml:space="preserve"> + 2</w:t>
      </w:r>
      <w:r>
        <w:sym w:font="Symbol" w:char="F070"/>
      </w:r>
      <w:r>
        <w:t xml:space="preserve">) = sin </w:t>
      </w:r>
      <w:proofErr w:type="gramStart"/>
      <w:r>
        <w:rPr>
          <w:i/>
          <w:iCs/>
        </w:rPr>
        <w:t xml:space="preserve">x </w:t>
      </w:r>
      <w:r>
        <w:t xml:space="preserve"> ;</w:t>
      </w:r>
      <w:proofErr w:type="gramEnd"/>
      <w:r>
        <w:t xml:space="preserve">  On dit que la fonctions sinus est </w:t>
      </w:r>
      <w:r w:rsidRPr="00C621B6">
        <w:rPr>
          <w:b/>
          <w:bCs/>
          <w:i/>
          <w:iCs/>
        </w:rPr>
        <w:t>périodique de période 2</w:t>
      </w:r>
      <w:r w:rsidRPr="00C621B6">
        <w:rPr>
          <w:b/>
          <w:bCs/>
          <w:i/>
          <w:iCs/>
        </w:rPr>
        <w:sym w:font="Symbol" w:char="F070"/>
      </w:r>
      <w:r w:rsidRPr="00C621B6">
        <w:rPr>
          <w:b/>
          <w:bCs/>
          <w:i/>
          <w:iCs/>
        </w:rPr>
        <w:t>.</w:t>
      </w:r>
    </w:p>
    <w:p w14:paraId="380CAD59" w14:textId="77777777" w:rsidR="00A25255" w:rsidRDefault="00A25255" w:rsidP="00A25255">
      <w:r>
        <w:t xml:space="preserve">Quel que soit le réel </w:t>
      </w:r>
      <w:r>
        <w:rPr>
          <w:i/>
          <w:iCs/>
        </w:rPr>
        <w:t>x</w:t>
      </w:r>
      <w:r>
        <w:t xml:space="preserve">, </w:t>
      </w:r>
      <w:proofErr w:type="gramStart"/>
      <w:r>
        <w:t>sin(</w:t>
      </w:r>
      <w:proofErr w:type="gramEnd"/>
      <w:r>
        <w:t>-</w:t>
      </w:r>
      <w:r>
        <w:rPr>
          <w:i/>
          <w:iCs/>
        </w:rPr>
        <w:t>x</w:t>
      </w:r>
      <w:r>
        <w:t xml:space="preserve">) = -sin </w:t>
      </w:r>
      <w:r>
        <w:rPr>
          <w:i/>
          <w:iCs/>
        </w:rPr>
        <w:t>x</w:t>
      </w:r>
      <w:r>
        <w:t xml:space="preserve">  La fonction sinus est </w:t>
      </w:r>
      <w:r w:rsidRPr="005D502A">
        <w:rPr>
          <w:b/>
          <w:bCs/>
          <w:i/>
          <w:iCs/>
        </w:rPr>
        <w:t>im</w:t>
      </w:r>
      <w:r w:rsidRPr="00C621B6">
        <w:rPr>
          <w:b/>
          <w:bCs/>
          <w:i/>
          <w:iCs/>
        </w:rPr>
        <w:t>paire</w:t>
      </w:r>
      <w:r>
        <w:t xml:space="preserve"> .</w:t>
      </w:r>
    </w:p>
    <w:p w14:paraId="5962F0F8" w14:textId="77777777" w:rsidR="00A25255" w:rsidRDefault="00A25255" w:rsidP="005D502A">
      <w:r>
        <w:t xml:space="preserve">On peut donc étudier la fonction sinus sur </w:t>
      </w:r>
      <w:proofErr w:type="gramStart"/>
      <w:r>
        <w:t>[ 0</w:t>
      </w:r>
      <w:proofErr w:type="gramEnd"/>
      <w:r>
        <w:t xml:space="preserve"> ;</w:t>
      </w:r>
      <w:r w:rsidR="005D502A">
        <w:t xml:space="preserve"> </w:t>
      </w:r>
      <w:r w:rsidR="005D502A" w:rsidRPr="005D502A">
        <w:rPr>
          <w:rFonts w:ascii="Symbol" w:hAnsi="Symbol"/>
          <w:i/>
        </w:rPr>
        <w:t></w:t>
      </w:r>
      <w:r>
        <w:t xml:space="preserve"> ] , puis faire la symétrie par rapport à l'origine du repère  (parité) , puis des translations (période).</w:t>
      </w:r>
    </w:p>
    <w:p w14:paraId="43C3386E" w14:textId="77777777" w:rsidR="00A25255" w:rsidRDefault="00A25255" w:rsidP="00A25255">
      <w:r>
        <w:t xml:space="preserve">Tableau des variations 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5040"/>
      </w:tblGrid>
      <w:tr w:rsidR="00A25255" w14:paraId="716FC36E" w14:textId="77777777">
        <w:tblPrEx>
          <w:tblCellMar>
            <w:top w:w="0" w:type="dxa"/>
            <w:bottom w:w="0" w:type="dxa"/>
          </w:tblCellMar>
        </w:tblPrEx>
        <w:tc>
          <w:tcPr>
            <w:tcW w:w="659" w:type="dxa"/>
            <w:vAlign w:val="center"/>
          </w:tcPr>
          <w:p w14:paraId="3358A1BD" w14:textId="77777777" w:rsidR="00A25255" w:rsidRDefault="00A25255" w:rsidP="00306F5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5040" w:type="dxa"/>
            <w:vAlign w:val="center"/>
          </w:tcPr>
          <w:p w14:paraId="6A4197F7" w14:textId="77777777" w:rsidR="00A25255" w:rsidRDefault="00A25255" w:rsidP="00306F59">
            <w:r>
              <w:t>-</w:t>
            </w:r>
            <w:r>
              <w:sym w:font="Symbol" w:char="F070"/>
            </w:r>
            <w:r>
              <w:t xml:space="preserve">               - </w:t>
            </w: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;2))</w:instrText>
            </w:r>
            <w:r>
              <w:fldChar w:fldCharType="end"/>
            </w:r>
            <w:r>
              <w:t xml:space="preserve">                  0                 </w:t>
            </w:r>
            <w:r>
              <w:fldChar w:fldCharType="begin"/>
            </w:r>
            <w:r>
              <w:instrText xml:space="preserve"> eq \s\do1(\f(</w:instrText>
            </w:r>
            <w:r>
              <w:sym w:font="Symbol" w:char="F070"/>
            </w:r>
            <w:r>
              <w:instrText>;2))</w:instrText>
            </w:r>
            <w:r>
              <w:fldChar w:fldCharType="end"/>
            </w:r>
            <w:r>
              <w:t xml:space="preserve">                </w:t>
            </w:r>
            <w:r>
              <w:sym w:font="Symbol" w:char="F070"/>
            </w:r>
            <w:r>
              <w:t xml:space="preserve"> </w:t>
            </w:r>
          </w:p>
        </w:tc>
      </w:tr>
      <w:tr w:rsidR="00A25255" w14:paraId="2980D108" w14:textId="77777777">
        <w:tblPrEx>
          <w:tblCellMar>
            <w:top w:w="0" w:type="dxa"/>
            <w:bottom w:w="0" w:type="dxa"/>
          </w:tblCellMar>
        </w:tblPrEx>
        <w:tc>
          <w:tcPr>
            <w:tcW w:w="659" w:type="dxa"/>
            <w:vAlign w:val="center"/>
          </w:tcPr>
          <w:p w14:paraId="67A957F5" w14:textId="77777777" w:rsidR="00A25255" w:rsidRDefault="00A25255" w:rsidP="00306F59">
            <w:pPr>
              <w:jc w:val="center"/>
            </w:pPr>
            <w:r>
              <w:t>sin</w:t>
            </w:r>
          </w:p>
          <w:p w14:paraId="66A03BBA" w14:textId="77777777" w:rsidR="00A25255" w:rsidRDefault="00A25255" w:rsidP="00306F59">
            <w:pPr>
              <w:jc w:val="center"/>
            </w:pPr>
          </w:p>
        </w:tc>
        <w:tc>
          <w:tcPr>
            <w:tcW w:w="5040" w:type="dxa"/>
          </w:tcPr>
          <w:p w14:paraId="2C2033BA" w14:textId="77777777" w:rsidR="00A25255" w:rsidRDefault="00D75320" w:rsidP="00306F59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D11D7B0" wp14:editId="608C779E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98425</wp:posOffset>
                      </wp:positionV>
                      <wp:extent cx="581025" cy="314325"/>
                      <wp:effectExtent l="11430" t="9525" r="29845" b="19050"/>
                      <wp:wrapNone/>
                      <wp:docPr id="4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1025" cy="314325"/>
                              </a:xfrm>
                              <a:custGeom>
                                <a:avLst/>
                                <a:gdLst>
                                  <a:gd name="T0" fmla="*/ 0 w 915"/>
                                  <a:gd name="T1" fmla="*/ 0 h 495"/>
                                  <a:gd name="T2" fmla="*/ 915 w 915"/>
                                  <a:gd name="T3" fmla="*/ 495 h 4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15" h="495">
                                    <a:moveTo>
                                      <a:pt x="0" y="0"/>
                                    </a:moveTo>
                                    <a:lnTo>
                                      <a:pt x="915" y="49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1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7.9pt,7.75pt,233.65pt,32.5pt" coordsize="915,4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" filled="f">
                      <v:stroke endarrow="block" endarrowwidth="narrow" endarrowlength="short"/>
                      <v:path arrowok="t" o:connecttype="custom" o:connectlocs="0,0;581025,314325" o:connectangles="0,0"/>
                    </v:poly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7D5CBD5" wp14:editId="2FF95F48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98425</wp:posOffset>
                      </wp:positionV>
                      <wp:extent cx="552450" cy="295275"/>
                      <wp:effectExtent l="14605" t="9525" r="42545" b="25400"/>
                      <wp:wrapNone/>
                      <wp:docPr id="3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295275"/>
                              </a:xfrm>
                              <a:custGeom>
                                <a:avLst/>
                                <a:gdLst>
                                  <a:gd name="T0" fmla="*/ 0 w 870"/>
                                  <a:gd name="T1" fmla="*/ 465 h 465"/>
                                  <a:gd name="T2" fmla="*/ 870 w 870"/>
                                  <a:gd name="T3" fmla="*/ 0 h 4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70" h="465">
                                    <a:moveTo>
                                      <a:pt x="0" y="465"/>
                                    </a:moveTo>
                                    <a:lnTo>
                                      <a:pt x="87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1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3.15pt,31pt,176.65pt,7.75pt" coordsize="870,4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" filled="f">
                      <v:stroke endarrow="block" endarrowwidth="narrow" endarrowlength="short"/>
                      <v:path arrowok="t" o:connecttype="custom" o:connectlocs="0,295275;552450,0" o:connectangles="0,0"/>
                    </v:polyline>
                  </w:pict>
                </mc:Fallback>
              </mc:AlternateContent>
            </w:r>
            <w:r w:rsidR="00A25255">
              <w:t xml:space="preserve">                                                            1</w:t>
            </w:r>
          </w:p>
          <w:p w14:paraId="6A6D2249" w14:textId="77777777" w:rsidR="00A25255" w:rsidRDefault="00A25255" w:rsidP="00306F59"/>
          <w:p w14:paraId="77C941CD" w14:textId="77777777" w:rsidR="00A25255" w:rsidRDefault="00D75320" w:rsidP="00306F59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CC909C7" wp14:editId="1788C8C0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119380</wp:posOffset>
                      </wp:positionV>
                      <wp:extent cx="581025" cy="285750"/>
                      <wp:effectExtent l="17780" t="17780" r="23495" b="26670"/>
                      <wp:wrapNone/>
                      <wp:docPr id="2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1025" cy="285750"/>
                              </a:xfrm>
                              <a:custGeom>
                                <a:avLst/>
                                <a:gdLst>
                                  <a:gd name="T0" fmla="*/ 915 w 915"/>
                                  <a:gd name="T1" fmla="*/ 0 h 450"/>
                                  <a:gd name="T2" fmla="*/ 0 w 915"/>
                                  <a:gd name="T3" fmla="*/ 45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15" h="450">
                                    <a:moveTo>
                                      <a:pt x="915" y="0"/>
                                    </a:moveTo>
                                    <a:lnTo>
                                      <a:pt x="0" y="45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8.15pt,9.4pt,72.4pt,31.9pt" coordsize="915,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" filled="f">
                      <v:path arrowok="t" o:connecttype="custom" o:connectlocs="581025,0;0,285750" o:connectangles="0,0"/>
                    </v:poly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58A1CBA" wp14:editId="4E7D0780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111760</wp:posOffset>
                      </wp:positionV>
                      <wp:extent cx="609600" cy="285750"/>
                      <wp:effectExtent l="10160" t="10160" r="40640" b="34290"/>
                      <wp:wrapNone/>
                      <wp:docPr id="1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285750"/>
                              </a:xfrm>
                              <a:custGeom>
                                <a:avLst/>
                                <a:gdLst>
                                  <a:gd name="T0" fmla="*/ 0 w 960"/>
                                  <a:gd name="T1" fmla="*/ 0 h 450"/>
                                  <a:gd name="T2" fmla="*/ 960 w 960"/>
                                  <a:gd name="T3" fmla="*/ 45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60" h="450">
                                    <a:moveTo>
                                      <a:pt x="0" y="0"/>
                                    </a:moveTo>
                                    <a:lnTo>
                                      <a:pt x="960" y="45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10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.8pt,8.8pt,56.8pt,31.3pt" coordsize="960,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" filled="f">
                      <v:stroke endarrow="block" endarrowwidth="narrow" endarrowlength="short"/>
                      <v:path arrowok="t" o:connecttype="custom" o:connectlocs="0,0;609600,285750" o:connectangles="0,0"/>
                    </v:polyline>
                  </w:pict>
                </mc:Fallback>
              </mc:AlternateContent>
            </w:r>
            <w:r w:rsidR="00A25255">
              <w:t xml:space="preserve">0                                       </w:t>
            </w:r>
            <w:proofErr w:type="spellStart"/>
            <w:r w:rsidR="00A25255">
              <w:t>0</w:t>
            </w:r>
            <w:proofErr w:type="spellEnd"/>
            <w:r w:rsidR="00A25255">
              <w:t xml:space="preserve">                                    </w:t>
            </w:r>
            <w:proofErr w:type="spellStart"/>
            <w:r w:rsidR="00A25255">
              <w:t>0</w:t>
            </w:r>
            <w:proofErr w:type="spellEnd"/>
          </w:p>
          <w:p w14:paraId="7EEE5C44" w14:textId="77777777" w:rsidR="00A25255" w:rsidRDefault="00A25255" w:rsidP="00306F59"/>
          <w:p w14:paraId="19569437" w14:textId="77777777" w:rsidR="00A25255" w:rsidRDefault="00A25255" w:rsidP="00306F59">
            <w:r>
              <w:t xml:space="preserve">                    -1</w:t>
            </w:r>
          </w:p>
        </w:tc>
      </w:tr>
    </w:tbl>
    <w:p w14:paraId="4DDFEB95" w14:textId="77777777" w:rsidR="00A25255" w:rsidRDefault="00A25255" w:rsidP="00A25255">
      <w:r>
        <w:rPr>
          <w:u w:val="dash"/>
        </w:rPr>
        <w:t>Courbe représentative de la fonction sinus :</w:t>
      </w:r>
      <w:r>
        <w:t xml:space="preserve"> </w:t>
      </w:r>
      <w:r w:rsidR="00D75320">
        <w:rPr>
          <w:noProof/>
        </w:rPr>
        <w:drawing>
          <wp:inline distT="0" distB="0" distL="0" distR="0" wp14:anchorId="2D95A420" wp14:editId="60C6254E">
            <wp:extent cx="6121400" cy="17018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D9E81" w14:textId="77777777" w:rsidR="00582EA8" w:rsidRDefault="00582EA8" w:rsidP="00A25255"/>
    <w:p w14:paraId="7C967980" w14:textId="77777777" w:rsidR="00582EA8" w:rsidRPr="00582EA8" w:rsidRDefault="00582EA8" w:rsidP="00582EA8">
      <w:pPr>
        <w:pStyle w:val="Titre2"/>
      </w:pPr>
      <w:r w:rsidRPr="00582EA8">
        <w:t xml:space="preserve">II] La fonction tangente </w:t>
      </w:r>
    </w:p>
    <w:p w14:paraId="33C01E02" w14:textId="77777777" w:rsidR="00582EA8" w:rsidRDefault="00582EA8" w:rsidP="00582EA8">
      <w:r>
        <w:t xml:space="preserve">Définition : tan </w:t>
      </w:r>
      <w:r w:rsidRPr="00680E2D">
        <w:rPr>
          <w:i/>
        </w:rPr>
        <w:t>x</w:t>
      </w:r>
      <w:r>
        <w:t xml:space="preserve"> =  </w:t>
      </w:r>
      <w:r w:rsidR="00680E2D" w:rsidRPr="00680E2D">
        <w:rPr>
          <w:position w:val="-28"/>
        </w:rPr>
        <w:object w:dxaOrig="580" w:dyaOrig="700" w14:anchorId="2C921EB1">
          <v:shape id="_x0000_i1084" type="#_x0000_t75" style="width:29.1pt;height:35.25pt" o:ole="">
            <v:imagedata r:id="rId31" o:title=""/>
          </v:shape>
          <o:OLEObject Type="Embed" ProgID="Equation.DSMT4" ShapeID="_x0000_i1084" DrawAspect="Content" ObjectID="_1257492092" r:id="rId32"/>
        </w:object>
      </w:r>
      <w:r>
        <w:t xml:space="preserve"> , donc  tan </w:t>
      </w:r>
      <w:r w:rsidRPr="00680E2D">
        <w:rPr>
          <w:i/>
        </w:rPr>
        <w:t>x</w:t>
      </w:r>
      <w:r>
        <w:t xml:space="preserve"> existe si et seulement si cos </w:t>
      </w:r>
      <w:r w:rsidRPr="00680E2D">
        <w:rPr>
          <w:i/>
        </w:rPr>
        <w:t>x</w:t>
      </w:r>
      <w:r>
        <w:t xml:space="preserve">  </w:t>
      </w:r>
      <w:r>
        <w:sym w:font="Symbol" w:char="F0B9"/>
      </w:r>
      <w:r>
        <w:t xml:space="preserve"> 0 c'est-à-dire si </w:t>
      </w:r>
      <w:r w:rsidRPr="00680E2D">
        <w:rPr>
          <w:i/>
        </w:rPr>
        <w:t>x</w:t>
      </w:r>
      <w:r>
        <w:t xml:space="preserve"> </w:t>
      </w:r>
      <w:r>
        <w:sym w:font="Symbol" w:char="F0B9"/>
      </w:r>
      <w:r>
        <w:t xml:space="preserve">  </w:t>
      </w:r>
      <w:r>
        <w:fldChar w:fldCharType="begin"/>
      </w:r>
      <w:r>
        <w:instrText>EQ \</w:instrText>
      </w:r>
      <w:r w:rsidRPr="00582EA8">
        <w:rPr>
          <w:i/>
        </w:rPr>
        <w:instrText>s</w:instrText>
      </w:r>
      <w:r>
        <w:instrText>\</w:instrText>
      </w:r>
      <w:r w:rsidRPr="00582EA8">
        <w:rPr>
          <w:i/>
        </w:rPr>
        <w:instrText>do</w:instrText>
      </w:r>
      <w:r>
        <w:instrText>1(\</w:instrText>
      </w:r>
      <w:r w:rsidRPr="00582EA8">
        <w:rPr>
          <w:i/>
        </w:rPr>
        <w:instrText>f</w:instrText>
      </w:r>
      <w:r>
        <w:instrText>(</w:instrText>
      </w:r>
      <w:r w:rsidRPr="00582EA8">
        <w:rPr>
          <w:rFonts w:ascii="Symbol" w:hAnsi="Symbol"/>
          <w:i/>
        </w:rPr>
        <w:instrText></w:instrText>
      </w:r>
      <w:r>
        <w:instrText>;</w:instrText>
      </w:r>
      <w:r w:rsidRPr="00582EA8">
        <w:rPr>
          <w:i/>
        </w:rPr>
        <w:instrText>2</w:instrText>
      </w:r>
      <w:r>
        <w:instrText>))</w:instrText>
      </w:r>
      <w:r>
        <w:fldChar w:fldCharType="end"/>
      </w:r>
      <w:r>
        <w:rPr>
          <w:iCs/>
        </w:rPr>
        <w:t xml:space="preserve"> + k </w:t>
      </w:r>
      <w:r w:rsidRPr="00582EA8">
        <w:rPr>
          <w:rFonts w:ascii="Symbol" w:hAnsi="Symbol"/>
          <w:i/>
          <w:iCs/>
        </w:rPr>
        <w:t></w:t>
      </w:r>
      <w:r>
        <w:t xml:space="preserve">   avec k  </w:t>
      </w:r>
      <w:r>
        <w:sym w:font="Symbol" w:char="F0CE"/>
      </w:r>
      <w:r>
        <w:t xml:space="preserve">  </w:t>
      </w:r>
      <w:r w:rsidR="00680E2D" w:rsidRPr="00F8747A">
        <w:rPr>
          <w:position w:val="-4"/>
        </w:rPr>
        <w:object w:dxaOrig="240" w:dyaOrig="260" w14:anchorId="7CB041B7">
          <v:shape id="_x0000_i1087" type="#_x0000_t75" style="width:12.25pt;height:12.75pt" o:ole="">
            <v:imagedata r:id="rId33" o:title=""/>
          </v:shape>
          <o:OLEObject Type="Embed" ProgID="Equation.DSMT4" ShapeID="_x0000_i1087" DrawAspect="Content" ObjectID="_1257492093" r:id="rId34"/>
        </w:object>
      </w:r>
      <w:r>
        <w:t>.  On note D l'ensemble de définition</w:t>
      </w:r>
      <w:r w:rsidR="00F8747A">
        <w:t xml:space="preserve"> de la fonction tangente : D = </w:t>
      </w:r>
      <w:r w:rsidR="00680E2D" w:rsidRPr="00C621B6">
        <w:rPr>
          <w:position w:val="-4"/>
        </w:rPr>
        <w:object w:dxaOrig="260" w:dyaOrig="260" w14:anchorId="10D60C62">
          <v:shape id="_x0000_i1090" type="#_x0000_t75" style="width:12.75pt;height:12.75pt" o:ole="">
            <v:imagedata r:id="rId35" o:title=""/>
          </v:shape>
          <o:OLEObject Type="Embed" ProgID="Equation.DSMT4" ShapeID="_x0000_i1090" DrawAspect="Content" ObjectID="_1257492094" r:id="rId36"/>
        </w:object>
      </w:r>
      <w: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{</w:t>
      </w:r>
      <w:r>
        <w:fldChar w:fldCharType="begin"/>
      </w:r>
      <w:r>
        <w:instrText>EQ \</w:instrText>
      </w:r>
      <w:r w:rsidRPr="00582EA8">
        <w:rPr>
          <w:i/>
        </w:rPr>
        <w:instrText>s</w:instrText>
      </w:r>
      <w:r>
        <w:instrText>\</w:instrText>
      </w:r>
      <w:r w:rsidRPr="00582EA8">
        <w:rPr>
          <w:i/>
        </w:rPr>
        <w:instrText>do</w:instrText>
      </w:r>
      <w:r>
        <w:instrText>1(\</w:instrText>
      </w:r>
      <w:r w:rsidRPr="00582EA8">
        <w:rPr>
          <w:i/>
        </w:rPr>
        <w:instrText>f</w:instrText>
      </w:r>
      <w:r>
        <w:instrText>(</w:instrText>
      </w:r>
      <w:r w:rsidRPr="00582EA8">
        <w:rPr>
          <w:rFonts w:ascii="Symbol" w:hAnsi="Symbol"/>
          <w:i/>
        </w:rPr>
        <w:instrText></w:instrText>
      </w:r>
      <w:r>
        <w:instrText>;</w:instrText>
      </w:r>
      <w:r w:rsidRPr="00582EA8">
        <w:rPr>
          <w:i/>
        </w:rPr>
        <w:instrText>2</w:instrText>
      </w:r>
      <w:r>
        <w:instrText>))</w:instrText>
      </w:r>
      <w:r>
        <w:fldChar w:fldCharType="end"/>
      </w:r>
      <w:r>
        <w:rPr>
          <w:iCs/>
        </w:rPr>
        <w:t xml:space="preserve"> + k </w:t>
      </w:r>
      <w:r w:rsidRPr="00582EA8">
        <w:rPr>
          <w:rFonts w:ascii="Symbol" w:hAnsi="Symbol"/>
          <w:i/>
          <w:iCs/>
        </w:rPr>
        <w:t></w:t>
      </w:r>
      <w:r>
        <w:t xml:space="preserve"> avec k</w:t>
      </w:r>
      <w:r>
        <w:sym w:font="Symbol" w:char="F0CE"/>
      </w:r>
      <w:r w:rsidR="00680E2D" w:rsidRPr="00F8747A">
        <w:rPr>
          <w:position w:val="-4"/>
        </w:rPr>
        <w:object w:dxaOrig="240" w:dyaOrig="260" w14:anchorId="7EA5CBA9">
          <v:shape id="_x0000_i1093" type="#_x0000_t75" style="width:12.25pt;height:12.75pt" o:ole="">
            <v:imagedata r:id="rId37" o:title=""/>
          </v:shape>
          <o:OLEObject Type="Embed" ProgID="Equation.DSMT4" ShapeID="_x0000_i1093" DrawAspect="Content" ObjectID="_1257492095" r:id="rId38"/>
        </w:object>
      </w:r>
      <w:r>
        <w:t>}</w:t>
      </w:r>
    </w:p>
    <w:p w14:paraId="6C4C0BF7" w14:textId="77777777" w:rsidR="00582EA8" w:rsidRDefault="00582EA8" w:rsidP="00582EA8"/>
    <w:p w14:paraId="3C73E962" w14:textId="77777777" w:rsidR="00582EA8" w:rsidRDefault="00582EA8" w:rsidP="00582EA8">
      <w:pPr>
        <w:rPr>
          <w:iCs/>
        </w:rPr>
      </w:pPr>
      <w:r>
        <w:t xml:space="preserve">Propriétés : La fonction tangente est  </w:t>
      </w:r>
      <w:r w:rsidRPr="00582EA8">
        <w:rPr>
          <w:rFonts w:ascii="Symbol" w:hAnsi="Symbol"/>
          <w:i/>
        </w:rPr>
        <w:t></w:t>
      </w:r>
      <w:r>
        <w:rPr>
          <w:i/>
        </w:rPr>
        <w:t xml:space="preserve"> </w:t>
      </w:r>
      <w:r>
        <w:rPr>
          <w:iCs/>
        </w:rPr>
        <w:t>péri</w:t>
      </w:r>
      <w:r w:rsidR="005D502A">
        <w:rPr>
          <w:iCs/>
        </w:rPr>
        <w:t>odique  et</w:t>
      </w:r>
      <w:r>
        <w:rPr>
          <w:iCs/>
        </w:rPr>
        <w:t xml:space="preserve"> impaire</w:t>
      </w:r>
      <w:r w:rsidR="005D502A">
        <w:rPr>
          <w:iCs/>
        </w:rPr>
        <w:t>.</w:t>
      </w:r>
    </w:p>
    <w:p w14:paraId="45CD28BF" w14:textId="77777777" w:rsidR="005D502A" w:rsidRDefault="005D502A" w:rsidP="00582EA8">
      <w:r>
        <w:rPr>
          <w:iCs/>
          <w:szCs w:val="28"/>
        </w:rPr>
        <w:t xml:space="preserve">Conséquence : on réduit l'intervalle d'étude </w:t>
      </w:r>
      <w:proofErr w:type="gramStart"/>
      <w:r>
        <w:rPr>
          <w:iCs/>
          <w:szCs w:val="28"/>
        </w:rPr>
        <w:t>à ]</w:t>
      </w:r>
      <w:proofErr w:type="gramEnd"/>
      <w:r>
        <w:rPr>
          <w:iCs/>
          <w:szCs w:val="28"/>
        </w:rPr>
        <w:t xml:space="preserve"> - </w:t>
      </w:r>
      <w:r>
        <w:fldChar w:fldCharType="begin"/>
      </w:r>
      <w:r>
        <w:instrText>EQ \</w:instrText>
      </w:r>
      <w:r w:rsidRPr="00582EA8">
        <w:rPr>
          <w:i/>
        </w:rPr>
        <w:instrText>s</w:instrText>
      </w:r>
      <w:r>
        <w:instrText>\</w:instrText>
      </w:r>
      <w:r w:rsidRPr="00582EA8">
        <w:rPr>
          <w:i/>
        </w:rPr>
        <w:instrText>do</w:instrText>
      </w:r>
      <w:r>
        <w:instrText>1(\</w:instrText>
      </w:r>
      <w:r w:rsidRPr="00582EA8">
        <w:rPr>
          <w:i/>
        </w:rPr>
        <w:instrText>f</w:instrText>
      </w:r>
      <w:r>
        <w:instrText>(</w:instrText>
      </w:r>
      <w:r w:rsidRPr="00582EA8">
        <w:rPr>
          <w:rFonts w:ascii="Symbol" w:hAnsi="Symbol"/>
          <w:i/>
        </w:rPr>
        <w:instrText></w:instrText>
      </w:r>
      <w:r>
        <w:instrText>;</w:instrText>
      </w:r>
      <w:r w:rsidRPr="00582EA8">
        <w:rPr>
          <w:i/>
        </w:rPr>
        <w:instrText>2</w:instrText>
      </w:r>
      <w:r>
        <w:instrText>))</w:instrText>
      </w:r>
      <w:r>
        <w:fldChar w:fldCharType="end"/>
      </w:r>
      <w:r>
        <w:t xml:space="preserve"> ; + </w:t>
      </w:r>
      <w:r>
        <w:fldChar w:fldCharType="begin"/>
      </w:r>
      <w:r>
        <w:instrText>EQ \</w:instrText>
      </w:r>
      <w:r w:rsidRPr="00582EA8">
        <w:rPr>
          <w:i/>
        </w:rPr>
        <w:instrText>s</w:instrText>
      </w:r>
      <w:r>
        <w:instrText>\</w:instrText>
      </w:r>
      <w:r w:rsidRPr="00582EA8">
        <w:rPr>
          <w:i/>
        </w:rPr>
        <w:instrText>do</w:instrText>
      </w:r>
      <w:r>
        <w:instrText>1(\</w:instrText>
      </w:r>
      <w:r w:rsidRPr="00582EA8">
        <w:rPr>
          <w:i/>
        </w:rPr>
        <w:instrText>f</w:instrText>
      </w:r>
      <w:r>
        <w:instrText>(</w:instrText>
      </w:r>
      <w:r w:rsidRPr="00582EA8">
        <w:rPr>
          <w:rFonts w:ascii="Symbol" w:hAnsi="Symbol"/>
          <w:i/>
        </w:rPr>
        <w:instrText></w:instrText>
      </w:r>
      <w:r>
        <w:instrText>;</w:instrText>
      </w:r>
      <w:r w:rsidRPr="00582EA8">
        <w:rPr>
          <w:i/>
        </w:rPr>
        <w:instrText>2</w:instrText>
      </w:r>
      <w:r>
        <w:instrText>))</w:instrText>
      </w:r>
      <w:r>
        <w:fldChar w:fldCharType="end"/>
      </w:r>
      <w:r>
        <w:t xml:space="preserve"> [</w:t>
      </w:r>
    </w:p>
    <w:p w14:paraId="6AA1008D" w14:textId="77777777" w:rsidR="00945903" w:rsidRDefault="005D502A" w:rsidP="00945903">
      <w:r>
        <w:lastRenderedPageBreak/>
        <w:t>Propriété</w:t>
      </w:r>
      <w:r w:rsidR="00945903">
        <w:t>s</w:t>
      </w:r>
      <w:r>
        <w:t>: la fonction tangente est dérivable en tout</w:t>
      </w:r>
      <w:r w:rsidRPr="00680E2D">
        <w:rPr>
          <w:i/>
        </w:rPr>
        <w:t xml:space="preserve"> x</w:t>
      </w:r>
      <w:r>
        <w:t xml:space="preserve"> de D et tan ' </w:t>
      </w:r>
      <w:r w:rsidRPr="00680E2D">
        <w:rPr>
          <w:i/>
        </w:rPr>
        <w:t>x</w:t>
      </w:r>
      <w:r>
        <w:t xml:space="preserve"> = 1 + tan² </w:t>
      </w:r>
      <w:r w:rsidRPr="00680E2D">
        <w:rPr>
          <w:i/>
        </w:rPr>
        <w:t>x</w:t>
      </w:r>
      <w:r>
        <w:t xml:space="preserve"> = </w:t>
      </w:r>
      <w:r w:rsidR="00680E2D" w:rsidRPr="00680E2D">
        <w:rPr>
          <w:position w:val="-28"/>
        </w:rPr>
        <w:object w:dxaOrig="680" w:dyaOrig="700" w14:anchorId="39831E36">
          <v:shape id="_x0000_i1096" type="#_x0000_t75" style="width:34.2pt;height:35.25pt" o:ole="">
            <v:imagedata r:id="rId39" o:title=""/>
          </v:shape>
          <o:OLEObject Type="Embed" ProgID="Equation.DSMT4" ShapeID="_x0000_i1096" DrawAspect="Content" ObjectID="_1257492096" r:id="rId40"/>
        </w:object>
      </w:r>
      <w:r w:rsidR="00945903">
        <w:t xml:space="preserve"> &gt;0 donc la fonction tangente est strictement croissante sur D.</w:t>
      </w:r>
    </w:p>
    <w:p w14:paraId="3D9F00E8" w14:textId="77777777" w:rsidR="00D465BF" w:rsidRDefault="00D75320" w:rsidP="005D502A">
      <w:r>
        <w:rPr>
          <w:noProof/>
        </w:rPr>
        <w:drawing>
          <wp:inline distT="0" distB="0" distL="0" distR="0" wp14:anchorId="762AD55B" wp14:editId="6447F8CC">
            <wp:extent cx="5283200" cy="38354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29C66" w14:textId="77777777" w:rsidR="00945903" w:rsidRDefault="00945903" w:rsidP="005D502A"/>
    <w:p w14:paraId="5166BFE8" w14:textId="77777777" w:rsidR="00945903" w:rsidRDefault="00A1078D" w:rsidP="00A1078D">
      <w:pPr>
        <w:pStyle w:val="Titre2"/>
      </w:pPr>
      <w:proofErr w:type="gramStart"/>
      <w:r>
        <w:t>III ]</w:t>
      </w:r>
      <w:proofErr w:type="gramEnd"/>
      <w:r>
        <w:t xml:space="preserve"> Equations trigonométriques</w:t>
      </w:r>
    </w:p>
    <w:p w14:paraId="6DDD12BA" w14:textId="77777777" w:rsidR="00D465BF" w:rsidRPr="008F4174" w:rsidRDefault="00B74C82" w:rsidP="00B74C82">
      <w:pPr>
        <w:rPr>
          <w:rStyle w:val="Titre30"/>
        </w:rPr>
      </w:pPr>
      <w:r w:rsidRPr="008F4174">
        <w:rPr>
          <w:rStyle w:val="Titre30"/>
        </w:rPr>
        <w:t xml:space="preserve">1) Résolution des équations cos </w:t>
      </w:r>
      <w:r w:rsidRPr="00680E2D">
        <w:rPr>
          <w:rStyle w:val="Titre30"/>
          <w:i/>
        </w:rPr>
        <w:t>x</w:t>
      </w:r>
      <w:r w:rsidRPr="008F4174">
        <w:rPr>
          <w:rStyle w:val="Titre30"/>
        </w:rPr>
        <w:t xml:space="preserve"> = a   et    sin </w:t>
      </w:r>
      <w:r w:rsidRPr="00680E2D">
        <w:rPr>
          <w:rStyle w:val="Titre30"/>
          <w:i/>
        </w:rPr>
        <w:t>x</w:t>
      </w:r>
      <w:r w:rsidRPr="008F4174">
        <w:rPr>
          <w:rStyle w:val="Titre30"/>
        </w:rPr>
        <w:t xml:space="preserve"> = a    </w:t>
      </w:r>
      <w:proofErr w:type="gramStart"/>
      <w:r w:rsidRPr="008F4174">
        <w:rPr>
          <w:rStyle w:val="Titre30"/>
        </w:rPr>
        <w:t xml:space="preserve">( </w:t>
      </w:r>
      <w:r w:rsidRPr="00680E2D">
        <w:rPr>
          <w:rStyle w:val="Titre30"/>
          <w:i/>
        </w:rPr>
        <w:t>x</w:t>
      </w:r>
      <w:proofErr w:type="gramEnd"/>
      <w:r w:rsidRPr="008F4174">
        <w:rPr>
          <w:rStyle w:val="Titre30"/>
        </w:rPr>
        <w:t xml:space="preserve">   </w:t>
      </w:r>
      <w:r w:rsidRPr="008F4174">
        <w:rPr>
          <w:rStyle w:val="Titre30"/>
        </w:rPr>
        <w:sym w:font="Symbol" w:char="F0CE"/>
      </w:r>
      <w:r w:rsidRPr="008F4174">
        <w:rPr>
          <w:rStyle w:val="Titre30"/>
        </w:rPr>
        <w:t xml:space="preserve"> </w:t>
      </w:r>
      <w:r w:rsidR="00680E2D" w:rsidRPr="00C621B6">
        <w:rPr>
          <w:position w:val="-4"/>
        </w:rPr>
        <w:object w:dxaOrig="260" w:dyaOrig="260" w14:anchorId="382083F3">
          <v:shape id="_x0000_i1099" type="#_x0000_t75" style="width:12.75pt;height:12.75pt" o:ole="">
            <v:imagedata r:id="rId42" o:title=""/>
          </v:shape>
          <o:OLEObject Type="Embed" ProgID="Equation.DSMT4" ShapeID="_x0000_i1099" DrawAspect="Content" ObjectID="_1257492097" r:id="rId43"/>
        </w:object>
      </w:r>
      <w:r w:rsidRPr="008F4174">
        <w:rPr>
          <w:rStyle w:val="Titre30"/>
        </w:rPr>
        <w:t>)</w:t>
      </w:r>
    </w:p>
    <w:p w14:paraId="5524558B" w14:textId="77777777" w:rsidR="00B74C82" w:rsidRDefault="00B74C82" w:rsidP="00B74C82">
      <w:pPr>
        <w:numPr>
          <w:ilvl w:val="0"/>
          <w:numId w:val="4"/>
        </w:numPr>
      </w:pPr>
      <w:r>
        <w:t xml:space="preserve">Si   a  </w:t>
      </w:r>
      <w:r>
        <w:sym w:font="Symbol" w:char="F0CF"/>
      </w:r>
      <w:r>
        <w:t xml:space="preserve"> </w:t>
      </w:r>
      <w:proofErr w:type="gramStart"/>
      <w:r>
        <w:t>[ -</w:t>
      </w:r>
      <w:proofErr w:type="gramEnd"/>
      <w:r>
        <w:t>1 ; +1 ]  alors ces équations n'ont pas de solutions.</w:t>
      </w:r>
    </w:p>
    <w:p w14:paraId="6DF28598" w14:textId="77777777" w:rsidR="00B74C82" w:rsidRDefault="00B74C82" w:rsidP="00B74C82">
      <w:pPr>
        <w:numPr>
          <w:ilvl w:val="0"/>
          <w:numId w:val="4"/>
        </w:numPr>
      </w:pPr>
      <w:r>
        <w:t xml:space="preserve">Si   a  </w:t>
      </w:r>
      <w:r>
        <w:sym w:font="Symbol" w:char="F0CE"/>
      </w:r>
      <w:r>
        <w:t xml:space="preserve"> </w:t>
      </w:r>
      <w:proofErr w:type="gramStart"/>
      <w:r>
        <w:t>[ -</w:t>
      </w:r>
      <w:proofErr w:type="gramEnd"/>
      <w:r>
        <w:t xml:space="preserve">1 ; +1 ] alors ces équations ont une infinité de solutions dans  </w:t>
      </w:r>
      <w:r w:rsidR="00680E2D" w:rsidRPr="00C621B6">
        <w:rPr>
          <w:position w:val="-4"/>
        </w:rPr>
        <w:object w:dxaOrig="260" w:dyaOrig="260" w14:anchorId="5272D2F3">
          <v:shape id="_x0000_i1102" type="#_x0000_t75" style="width:12.75pt;height:12.75pt" o:ole="">
            <v:imagedata r:id="rId44" o:title=""/>
          </v:shape>
          <o:OLEObject Type="Embed" ProgID="Equation.DSMT4" ShapeID="_x0000_i1102" DrawAspect="Content" ObjectID="_1257492098" r:id="rId45"/>
        </w:object>
      </w:r>
      <w:r>
        <w:t xml:space="preserve"> :</w:t>
      </w:r>
    </w:p>
    <w:p w14:paraId="0BFBF8BB" w14:textId="77777777" w:rsidR="00B74C82" w:rsidRDefault="00B74C82" w:rsidP="00B74C82">
      <w:r w:rsidRPr="008F4174">
        <w:rPr>
          <w:b/>
          <w:bCs/>
          <w:u w:val="single"/>
        </w:rPr>
        <w:t xml:space="preserve">Pour sin </w:t>
      </w:r>
      <w:r w:rsidRPr="00680E2D">
        <w:rPr>
          <w:b/>
          <w:bCs/>
          <w:i/>
          <w:u w:val="single"/>
        </w:rPr>
        <w:t>x</w:t>
      </w:r>
      <w:r w:rsidRPr="008F4174">
        <w:rPr>
          <w:b/>
          <w:bCs/>
          <w:u w:val="single"/>
        </w:rPr>
        <w:t xml:space="preserve"> = </w:t>
      </w:r>
      <w:proofErr w:type="gramStart"/>
      <w:r w:rsidRPr="008F4174">
        <w:rPr>
          <w:b/>
          <w:bCs/>
          <w:u w:val="single"/>
        </w:rPr>
        <w:t>a</w:t>
      </w:r>
      <w:r>
        <w:t xml:space="preserve"> ,</w:t>
      </w:r>
      <w:proofErr w:type="gramEnd"/>
      <w:r>
        <w:t xml:space="preserve"> on cherche une solution particulière </w:t>
      </w:r>
      <w:r w:rsidRPr="00B74C82">
        <w:rPr>
          <w:position w:val="-6"/>
        </w:rPr>
        <w:object w:dxaOrig="220" w:dyaOrig="220" w14:anchorId="1A138DAB">
          <v:shape id="_x0000_i1049" type="#_x0000_t75" style="width:11.25pt;height:11.25pt" o:ole="">
            <v:imagedata r:id="rId46" o:title=""/>
          </v:shape>
          <o:OLEObject Type="Embed" ProgID="Equation.DSMT4" ShapeID="_x0000_i1049" DrawAspect="Content" ObjectID="_1257492099" r:id="rId47"/>
        </w:object>
      </w:r>
      <w:r>
        <w:t xml:space="preserve"> sur [ 0 ;  </w:t>
      </w:r>
      <w:r w:rsidRPr="00B74C82">
        <w:rPr>
          <w:rFonts w:ascii="Symbol" w:hAnsi="Symbol"/>
          <w:i/>
        </w:rPr>
        <w:t></w:t>
      </w:r>
      <w:r>
        <w:rPr>
          <w:iCs/>
        </w:rPr>
        <w:t xml:space="preserve"> ] telle que sin </w:t>
      </w:r>
      <w:r w:rsidRPr="00B74C82">
        <w:rPr>
          <w:position w:val="-6"/>
        </w:rPr>
        <w:object w:dxaOrig="220" w:dyaOrig="220" w14:anchorId="7B2EA758">
          <v:shape id="_x0000_i1050" type="#_x0000_t75" style="width:11.25pt;height:11.25pt" o:ole="">
            <v:imagedata r:id="rId48" o:title=""/>
          </v:shape>
          <o:OLEObject Type="Embed" ProgID="Equation.DSMT4" ShapeID="_x0000_i1050" DrawAspect="Content" ObjectID="_1257492100" r:id="rId49"/>
        </w:object>
      </w:r>
      <w:r>
        <w:t xml:space="preserve"> = a = sin </w:t>
      </w:r>
      <w:r w:rsidRPr="00680E2D">
        <w:rPr>
          <w:i/>
        </w:rPr>
        <w:t>x</w:t>
      </w:r>
      <w:r>
        <w:t xml:space="preserve"> , on obtient toutes les solutions sous la forme : </w:t>
      </w:r>
    </w:p>
    <w:p w14:paraId="5C81CF9C" w14:textId="77777777" w:rsidR="00B74C82" w:rsidRDefault="00680E2D" w:rsidP="00B74C82">
      <w:pPr>
        <w:rPr>
          <w:iCs/>
        </w:rPr>
      </w:pPr>
      <w:r w:rsidRPr="00680E2D">
        <w:rPr>
          <w:iCs/>
          <w:position w:val="-32"/>
        </w:rPr>
        <w:object w:dxaOrig="1620" w:dyaOrig="760" w14:anchorId="47D6CD16">
          <v:shape id="_x0000_i1105" type="#_x0000_t75" style="width:81.2pt;height:37.8pt" o:ole="">
            <v:imagedata r:id="rId5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105" DrawAspect="Content" ObjectID="_1257492101" r:id="rId51"/>
        </w:object>
      </w:r>
      <w:r w:rsidR="00B74C82">
        <w:rPr>
          <w:iCs/>
        </w:rPr>
        <w:t xml:space="preserve">  </w:t>
      </w:r>
      <w:proofErr w:type="gramStart"/>
      <w:r w:rsidR="00B74C82">
        <w:rPr>
          <w:iCs/>
        </w:rPr>
        <w:t>avec</w:t>
      </w:r>
      <w:proofErr w:type="gramEnd"/>
      <w:r w:rsidR="00B74C82">
        <w:rPr>
          <w:iCs/>
        </w:rPr>
        <w:t xml:space="preserve"> k  </w:t>
      </w:r>
      <w:r w:rsidR="00B74C82">
        <w:rPr>
          <w:iCs/>
        </w:rPr>
        <w:sym w:font="Symbol" w:char="F0CE"/>
      </w:r>
      <w:r w:rsidR="00B74C82">
        <w:rPr>
          <w:iCs/>
        </w:rPr>
        <w:t xml:space="preserve">  </w:t>
      </w:r>
      <w:r w:rsidRPr="00F8747A">
        <w:rPr>
          <w:position w:val="-4"/>
        </w:rPr>
        <w:object w:dxaOrig="240" w:dyaOrig="260" w14:anchorId="1686910C">
          <v:shape id="_x0000_i1108" type="#_x0000_t75" style="width:12.25pt;height:12.75pt" o:ole="">
            <v:imagedata r:id="rId52" o:title=""/>
          </v:shape>
          <o:OLEObject Type="Embed" ProgID="Equation.DSMT4" ShapeID="_x0000_i1108" DrawAspect="Content" ObjectID="_1257492102" r:id="rId53"/>
        </w:object>
      </w:r>
      <w:r w:rsidR="008F4174">
        <w:rPr>
          <w:iCs/>
        </w:rPr>
        <w:t>.</w:t>
      </w:r>
    </w:p>
    <w:p w14:paraId="7B067DEB" w14:textId="77777777" w:rsidR="008F4174" w:rsidRDefault="008F4174" w:rsidP="00B74C82">
      <w:pPr>
        <w:rPr>
          <w:iCs/>
        </w:rPr>
      </w:pPr>
    </w:p>
    <w:p w14:paraId="43198FF1" w14:textId="77777777" w:rsidR="008F4174" w:rsidRDefault="008F4174" w:rsidP="008F4174">
      <w:r w:rsidRPr="008F4174">
        <w:rPr>
          <w:b/>
          <w:bCs/>
          <w:u w:val="single"/>
        </w:rPr>
        <w:t xml:space="preserve">Pour cos </w:t>
      </w:r>
      <w:r w:rsidRPr="00680E2D">
        <w:rPr>
          <w:b/>
          <w:bCs/>
          <w:i/>
          <w:u w:val="single"/>
        </w:rPr>
        <w:t>x</w:t>
      </w:r>
      <w:r w:rsidRPr="008F4174">
        <w:rPr>
          <w:b/>
          <w:bCs/>
          <w:u w:val="single"/>
        </w:rPr>
        <w:t xml:space="preserve"> = </w:t>
      </w:r>
      <w:proofErr w:type="gramStart"/>
      <w:r w:rsidRPr="008F4174">
        <w:rPr>
          <w:b/>
          <w:bCs/>
          <w:u w:val="single"/>
        </w:rPr>
        <w:t>a</w:t>
      </w:r>
      <w:r>
        <w:t xml:space="preserve"> ,</w:t>
      </w:r>
      <w:proofErr w:type="gramEnd"/>
      <w:r>
        <w:t xml:space="preserve"> on cherche une solution particulière </w:t>
      </w:r>
      <w:r w:rsidRPr="00B74C82">
        <w:rPr>
          <w:position w:val="-6"/>
        </w:rPr>
        <w:object w:dxaOrig="220" w:dyaOrig="220" w14:anchorId="43773AD9">
          <v:shape id="_x0000_i1053" type="#_x0000_t75" style="width:11.25pt;height:11.25pt" o:ole="">
            <v:imagedata r:id="rId54" o:title=""/>
          </v:shape>
          <o:OLEObject Type="Embed" ProgID="Equation.DSMT4" ShapeID="_x0000_i1053" DrawAspect="Content" ObjectID="_1257492103" r:id="rId55"/>
        </w:object>
      </w:r>
      <w:r>
        <w:t xml:space="preserve"> sur [ 0 ;  </w:t>
      </w:r>
      <w:r w:rsidRPr="00B74C82">
        <w:rPr>
          <w:rFonts w:ascii="Symbol" w:hAnsi="Symbol"/>
          <w:i/>
        </w:rPr>
        <w:t></w:t>
      </w:r>
      <w:r>
        <w:rPr>
          <w:iCs/>
        </w:rPr>
        <w:t xml:space="preserve"> ] telle que cos </w:t>
      </w:r>
      <w:r w:rsidRPr="00B74C82">
        <w:rPr>
          <w:position w:val="-6"/>
        </w:rPr>
        <w:object w:dxaOrig="220" w:dyaOrig="220" w14:anchorId="5019673B">
          <v:shape id="_x0000_i1054" type="#_x0000_t75" style="width:11.25pt;height:11.25pt" o:ole="">
            <v:imagedata r:id="rId56" o:title=""/>
          </v:shape>
          <o:OLEObject Type="Embed" ProgID="Equation.DSMT4" ShapeID="_x0000_i1054" DrawAspect="Content" ObjectID="_1257492104" r:id="rId57"/>
        </w:object>
      </w:r>
      <w:r>
        <w:t xml:space="preserve"> = a = cos </w:t>
      </w:r>
      <w:r w:rsidRPr="00680E2D">
        <w:rPr>
          <w:i/>
        </w:rPr>
        <w:t>x</w:t>
      </w:r>
      <w:r>
        <w:t xml:space="preserve"> , on obtient toutes les solutions sous la forme : </w:t>
      </w:r>
    </w:p>
    <w:p w14:paraId="46B3D5DC" w14:textId="77777777" w:rsidR="008F4174" w:rsidRDefault="00680E2D" w:rsidP="008F4174">
      <w:pPr>
        <w:rPr>
          <w:iCs/>
        </w:rPr>
      </w:pPr>
      <w:r w:rsidRPr="00680E2D">
        <w:rPr>
          <w:iCs/>
          <w:position w:val="-32"/>
        </w:rPr>
        <w:object w:dxaOrig="1460" w:dyaOrig="760" w14:anchorId="799A1873">
          <v:shape id="_x0000_i1114" type="#_x0000_t75" style="width:73pt;height:37.8pt" o:ole="">
            <v:imagedata r:id="rId5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114" DrawAspect="Content" ObjectID="_1257492105" r:id="rId59"/>
        </w:object>
      </w:r>
      <w:r w:rsidR="008F4174">
        <w:rPr>
          <w:iCs/>
        </w:rPr>
        <w:t xml:space="preserve">  </w:t>
      </w:r>
      <w:proofErr w:type="gramStart"/>
      <w:r w:rsidR="008F4174">
        <w:rPr>
          <w:iCs/>
        </w:rPr>
        <w:t>avec</w:t>
      </w:r>
      <w:proofErr w:type="gramEnd"/>
      <w:r w:rsidR="008F4174">
        <w:rPr>
          <w:iCs/>
        </w:rPr>
        <w:t xml:space="preserve"> k  </w:t>
      </w:r>
      <w:r w:rsidR="008F4174">
        <w:rPr>
          <w:iCs/>
        </w:rPr>
        <w:sym w:font="Symbol" w:char="F0CE"/>
      </w:r>
      <w:r w:rsidR="008F4174">
        <w:rPr>
          <w:iCs/>
        </w:rPr>
        <w:t xml:space="preserve">  </w:t>
      </w:r>
      <w:r w:rsidRPr="00F8747A">
        <w:rPr>
          <w:position w:val="-4"/>
        </w:rPr>
        <w:object w:dxaOrig="240" w:dyaOrig="260" w14:anchorId="27A8E1B3">
          <v:shape id="_x0000_i1111" type="#_x0000_t75" style="width:12.25pt;height:12.75pt" o:ole="">
            <v:imagedata r:id="rId60" o:title=""/>
          </v:shape>
          <o:OLEObject Type="Embed" ProgID="Equation.DSMT4" ShapeID="_x0000_i1111" DrawAspect="Content" ObjectID="_1257492106" r:id="rId61"/>
        </w:object>
      </w:r>
      <w:r w:rsidR="008F4174">
        <w:rPr>
          <w:iCs/>
        </w:rPr>
        <w:t>.</w:t>
      </w:r>
    </w:p>
    <w:p w14:paraId="7C20336F" w14:textId="77777777" w:rsidR="008F4174" w:rsidRPr="00B74C82" w:rsidRDefault="008F4174" w:rsidP="008F4174">
      <w:pPr>
        <w:rPr>
          <w:iCs/>
        </w:rPr>
      </w:pPr>
    </w:p>
    <w:p w14:paraId="7A621358" w14:textId="77777777" w:rsidR="008F4174" w:rsidRDefault="008F4174" w:rsidP="00B74C82">
      <w:pPr>
        <w:rPr>
          <w:iCs/>
        </w:rPr>
      </w:pPr>
      <w:r>
        <w:rPr>
          <w:iCs/>
        </w:rPr>
        <w:t>Exercice : Résoudre les équations suivantes :</w:t>
      </w:r>
    </w:p>
    <w:p w14:paraId="1F8D1813" w14:textId="1E9DE1FC" w:rsidR="008F4174" w:rsidRDefault="008F4174" w:rsidP="008F4174">
      <w:pPr>
        <w:rPr>
          <w:iCs/>
        </w:rPr>
      </w:pPr>
      <w:proofErr w:type="gramStart"/>
      <w:r>
        <w:rPr>
          <w:iCs/>
        </w:rPr>
        <w:t>cos</w:t>
      </w:r>
      <w:proofErr w:type="gramEnd"/>
      <w:r>
        <w:rPr>
          <w:iCs/>
        </w:rPr>
        <w:t xml:space="preserve"> x = - 0,5  dans  </w:t>
      </w:r>
      <w:r w:rsidR="00680E2D" w:rsidRPr="00C621B6">
        <w:rPr>
          <w:position w:val="-4"/>
        </w:rPr>
        <w:object w:dxaOrig="260" w:dyaOrig="260" w14:anchorId="14E7557D">
          <v:shape id="_x0000_i1117" type="#_x0000_t75" style="width:12.75pt;height:12.75pt" o:ole="">
            <v:imagedata r:id="rId62" o:title=""/>
          </v:shape>
          <o:OLEObject Type="Embed" ProgID="Equation.DSMT4" ShapeID="_x0000_i1117" DrawAspect="Content" ObjectID="_1257492107" r:id="rId63"/>
        </w:object>
      </w:r>
      <w:r>
        <w:rPr>
          <w:iCs/>
        </w:rPr>
        <w:t xml:space="preserve"> ;     sin x = </w:t>
      </w:r>
      <w:r w:rsidRPr="008F4174">
        <w:rPr>
          <w:iCs/>
          <w:position w:val="-24"/>
        </w:rPr>
        <w:object w:dxaOrig="560" w:dyaOrig="680" w14:anchorId="09C75E80">
          <v:shape id="_x0000_i1058" type="#_x0000_t75" style="width:28.1pt;height:34.2pt" o:ole="">
            <v:imagedata r:id="rId64" o:title=""/>
          </v:shape>
          <o:OLEObject Type="Embed" ProgID="Equation.DSMT4" ShapeID="_x0000_i1058" DrawAspect="Content" ObjectID="_1257492108" r:id="rId65"/>
        </w:object>
      </w:r>
      <w:r>
        <w:rPr>
          <w:iCs/>
        </w:rPr>
        <w:t xml:space="preserve">   sur [ 0</w:t>
      </w:r>
      <w:r w:rsidR="00680E2D">
        <w:rPr>
          <w:iCs/>
        </w:rPr>
        <w:t xml:space="preserve"> </w:t>
      </w:r>
      <w:r>
        <w:rPr>
          <w:iCs/>
        </w:rPr>
        <w:t xml:space="preserve">; 2 </w:t>
      </w:r>
      <w:r w:rsidRPr="008F4174">
        <w:rPr>
          <w:rFonts w:ascii="Symbol" w:hAnsi="Symbol"/>
          <w:i/>
          <w:iCs/>
        </w:rPr>
        <w:t></w:t>
      </w:r>
      <w:r>
        <w:t xml:space="preserve">]   ;   2 sin(3x) = 1  pour x  </w:t>
      </w:r>
      <w:r>
        <w:sym w:font="Symbol" w:char="F0CE"/>
      </w:r>
      <w:r>
        <w:t xml:space="preserve"> [0</w:t>
      </w:r>
      <w:r w:rsidR="00680E2D">
        <w:t xml:space="preserve"> </w:t>
      </w:r>
      <w:r>
        <w:t xml:space="preserve">; 6 </w:t>
      </w:r>
      <w:r w:rsidRPr="008F4174">
        <w:rPr>
          <w:rFonts w:ascii="Symbol" w:hAnsi="Symbol"/>
          <w:i/>
        </w:rPr>
        <w:t></w:t>
      </w:r>
      <w:r>
        <w:rPr>
          <w:iCs/>
        </w:rPr>
        <w:t xml:space="preserve"> ].</w:t>
      </w:r>
    </w:p>
    <w:p w14:paraId="02E1432F" w14:textId="77777777" w:rsidR="008F4174" w:rsidRDefault="008F4174" w:rsidP="008F4174">
      <w:pPr>
        <w:rPr>
          <w:iCs/>
        </w:rPr>
      </w:pPr>
      <w:r w:rsidRPr="008F4174">
        <w:rPr>
          <w:rStyle w:val="Titre30"/>
        </w:rPr>
        <w:t xml:space="preserve">2) Résolution de l'équation   tan </w:t>
      </w:r>
      <w:r w:rsidRPr="00680E2D">
        <w:rPr>
          <w:rStyle w:val="Titre30"/>
          <w:i/>
        </w:rPr>
        <w:t>x</w:t>
      </w:r>
      <w:r w:rsidRPr="008F4174">
        <w:rPr>
          <w:rStyle w:val="Titre30"/>
        </w:rPr>
        <w:t xml:space="preserve"> = </w:t>
      </w:r>
      <w:proofErr w:type="gramStart"/>
      <w:r w:rsidRPr="008F4174">
        <w:rPr>
          <w:rStyle w:val="Titre30"/>
        </w:rPr>
        <w:t>a ,</w:t>
      </w:r>
      <w:proofErr w:type="gramEnd"/>
      <w:r w:rsidRPr="008F4174">
        <w:rPr>
          <w:rStyle w:val="Titre30"/>
        </w:rPr>
        <w:t xml:space="preserve">   </w:t>
      </w:r>
      <w:r w:rsidRPr="00680E2D">
        <w:rPr>
          <w:rStyle w:val="Titre30"/>
          <w:i/>
        </w:rPr>
        <w:t>x</w:t>
      </w:r>
      <w:r w:rsidRPr="008F4174">
        <w:rPr>
          <w:rStyle w:val="Titre30"/>
        </w:rPr>
        <w:t xml:space="preserve">  </w:t>
      </w:r>
      <w:r w:rsidRPr="008F4174">
        <w:rPr>
          <w:rStyle w:val="Titre30"/>
        </w:rPr>
        <w:sym w:font="Symbol" w:char="F0CE"/>
      </w:r>
      <w:r w:rsidRPr="008F4174">
        <w:rPr>
          <w:rStyle w:val="Titre30"/>
        </w:rPr>
        <w:t xml:space="preserve"> D</w:t>
      </w:r>
    </w:p>
    <w:p w14:paraId="16DB10FB" w14:textId="77777777" w:rsidR="008F4174" w:rsidRPr="008F4174" w:rsidRDefault="008F4174" w:rsidP="008F4174">
      <w:pPr>
        <w:rPr>
          <w:iCs/>
        </w:rPr>
      </w:pPr>
      <w:r>
        <w:t xml:space="preserve">Pour a réel quelconque, on cherche une solution </w:t>
      </w:r>
      <w:bookmarkStart w:id="0" w:name="_GoBack"/>
      <w:bookmarkEnd w:id="0"/>
      <w:r>
        <w:t xml:space="preserve">particulière </w:t>
      </w:r>
      <w:r w:rsidRPr="00B74C82">
        <w:rPr>
          <w:position w:val="-6"/>
        </w:rPr>
        <w:object w:dxaOrig="220" w:dyaOrig="220" w14:anchorId="40810FEB">
          <v:shape id="_x0000_i1059" type="#_x0000_t75" style="width:11.25pt;height:11.25pt" o:ole="">
            <v:imagedata r:id="rId66" o:title=""/>
          </v:shape>
          <o:OLEObject Type="Embed" ProgID="Equation.DSMT4" ShapeID="_x0000_i1059" DrawAspect="Content" ObjectID="_1257492109" r:id="rId67"/>
        </w:object>
      </w:r>
      <w:r>
        <w:t xml:space="preserve"> sur </w:t>
      </w:r>
      <w:proofErr w:type="gramStart"/>
      <w:r>
        <w:t>[ -</w:t>
      </w:r>
      <w:proofErr w:type="gramEnd"/>
      <w:r>
        <w:t xml:space="preserve"> </w:t>
      </w:r>
      <w:r w:rsidRPr="008F4174">
        <w:rPr>
          <w:position w:val="-24"/>
        </w:rPr>
        <w:object w:dxaOrig="240" w:dyaOrig="620" w14:anchorId="324C85C9">
          <v:shape id="_x0000_i1060" type="#_x0000_t75" style="width:12.25pt;height:31.15pt" o:ole="">
            <v:imagedata r:id="rId68" o:title=""/>
          </v:shape>
          <o:OLEObject Type="Embed" ProgID="Equation.DSMT4" ShapeID="_x0000_i1060" DrawAspect="Content" ObjectID="_1257492110" r:id="rId69"/>
        </w:object>
      </w:r>
      <w:r>
        <w:t xml:space="preserve"> ;  </w:t>
      </w:r>
      <w:r w:rsidRPr="008F4174">
        <w:rPr>
          <w:position w:val="-24"/>
        </w:rPr>
        <w:object w:dxaOrig="240" w:dyaOrig="620" w14:anchorId="3CB53A93">
          <v:shape id="_x0000_i1061" type="#_x0000_t75" style="width:12.25pt;height:31.15pt" o:ole="">
            <v:imagedata r:id="rId70" o:title=""/>
          </v:shape>
          <o:OLEObject Type="Embed" ProgID="Equation.DSMT4" ShapeID="_x0000_i1061" DrawAspect="Content" ObjectID="_1257492111" r:id="rId71"/>
        </w:object>
      </w:r>
      <w:r>
        <w:rPr>
          <w:iCs/>
        </w:rPr>
        <w:t xml:space="preserve"> ] telle que tan </w:t>
      </w:r>
      <w:r w:rsidRPr="00B74C82">
        <w:rPr>
          <w:position w:val="-6"/>
        </w:rPr>
        <w:object w:dxaOrig="220" w:dyaOrig="220" w14:anchorId="0F94E8FB">
          <v:shape id="_x0000_i1062" type="#_x0000_t75" style="width:11.25pt;height:11.25pt" o:ole="">
            <v:imagedata r:id="rId72" o:title=""/>
          </v:shape>
          <o:OLEObject Type="Embed" ProgID="Equation.DSMT4" ShapeID="_x0000_i1062" DrawAspect="Content" ObjectID="_1257492112" r:id="rId73"/>
        </w:object>
      </w:r>
      <w:r>
        <w:t>=</w:t>
      </w:r>
      <w:r w:rsidR="00C23495">
        <w:t xml:space="preserve"> </w:t>
      </w:r>
      <w:r>
        <w:t>a</w:t>
      </w:r>
      <w:r w:rsidR="00C23495">
        <w:t xml:space="preserve"> </w:t>
      </w:r>
      <w:r>
        <w:t>=</w:t>
      </w:r>
      <w:r w:rsidR="00C23495">
        <w:t xml:space="preserve"> </w:t>
      </w:r>
      <w:r>
        <w:t xml:space="preserve">tan </w:t>
      </w:r>
      <w:r w:rsidRPr="00680E2D">
        <w:rPr>
          <w:i/>
        </w:rPr>
        <w:t>x</w:t>
      </w:r>
      <w:r>
        <w:t xml:space="preserve">, on obtient toutes les solutions sous la forme    </w:t>
      </w:r>
      <w:r w:rsidRPr="00680E2D">
        <w:rPr>
          <w:i/>
        </w:rPr>
        <w:t>x</w:t>
      </w:r>
      <w:r>
        <w:t xml:space="preserve"> = </w:t>
      </w:r>
      <w:r w:rsidRPr="00B74C82">
        <w:rPr>
          <w:position w:val="-6"/>
        </w:rPr>
        <w:object w:dxaOrig="220" w:dyaOrig="220" w14:anchorId="5EBA94E9">
          <v:shape id="_x0000_i1063" type="#_x0000_t75" style="width:11.25pt;height:11.25pt" o:ole="">
            <v:imagedata r:id="rId74" o:title=""/>
          </v:shape>
          <o:OLEObject Type="Embed" ProgID="Equation.DSMT4" ShapeID="_x0000_i1063" DrawAspect="Content" ObjectID="_1257492113" r:id="rId75"/>
        </w:object>
      </w:r>
      <w:r>
        <w:t xml:space="preserve"> + k  </w:t>
      </w:r>
      <w:r w:rsidRPr="008F4174">
        <w:rPr>
          <w:rFonts w:ascii="Symbol" w:hAnsi="Symbol"/>
          <w:i/>
        </w:rPr>
        <w:t></w:t>
      </w:r>
      <w:r>
        <w:rPr>
          <w:iCs/>
        </w:rPr>
        <w:t xml:space="preserve">    avec k  </w:t>
      </w:r>
      <w:r>
        <w:rPr>
          <w:iCs/>
        </w:rPr>
        <w:sym w:font="Symbol" w:char="F0CE"/>
      </w:r>
      <w:r>
        <w:rPr>
          <w:iCs/>
        </w:rPr>
        <w:t xml:space="preserve">  </w:t>
      </w:r>
      <w:r w:rsidR="00680E2D" w:rsidRPr="00F8747A">
        <w:rPr>
          <w:position w:val="-4"/>
        </w:rPr>
        <w:object w:dxaOrig="240" w:dyaOrig="260" w14:anchorId="36EFA389">
          <v:shape id="_x0000_i1120" type="#_x0000_t75" style="width:12.25pt;height:12.75pt" o:ole="">
            <v:imagedata r:id="rId76" o:title=""/>
          </v:shape>
          <o:OLEObject Type="Embed" ProgID="Equation.DSMT4" ShapeID="_x0000_i1120" DrawAspect="Content" ObjectID="_1257492114" r:id="rId77"/>
        </w:object>
      </w:r>
      <w:r>
        <w:rPr>
          <w:iCs/>
        </w:rPr>
        <w:t>.</w:t>
      </w:r>
    </w:p>
    <w:sectPr w:rsidR="008F4174" w:rsidRPr="008F4174" w:rsidSect="00582EA8">
      <w:pgSz w:w="11906" w:h="16838"/>
      <w:pgMar w:top="1079" w:right="746" w:bottom="107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39F8"/>
    <w:multiLevelType w:val="hybridMultilevel"/>
    <w:tmpl w:val="50064EDE"/>
    <w:lvl w:ilvl="0" w:tplc="B06EEEF0">
      <w:start w:val="1"/>
      <w:numFmt w:val="decimal"/>
      <w:lvlText w:val="%1)"/>
      <w:lvlJc w:val="left"/>
      <w:pPr>
        <w:tabs>
          <w:tab w:val="num" w:pos="644"/>
        </w:tabs>
        <w:ind w:left="360" w:firstLine="0"/>
      </w:pPr>
      <w:rPr>
        <w:rFonts w:hint="default"/>
        <w:b/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96C6F"/>
    <w:multiLevelType w:val="multilevel"/>
    <w:tmpl w:val="98B830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AB6325"/>
    <w:multiLevelType w:val="hybridMultilevel"/>
    <w:tmpl w:val="AC50E6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025A2B"/>
    <w:multiLevelType w:val="hybridMultilevel"/>
    <w:tmpl w:val="188E5C4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7F"/>
    <w:rsid w:val="00027BFC"/>
    <w:rsid w:val="00045D9E"/>
    <w:rsid w:val="00084DF8"/>
    <w:rsid w:val="000E564D"/>
    <w:rsid w:val="000F57E0"/>
    <w:rsid w:val="001120FE"/>
    <w:rsid w:val="00136782"/>
    <w:rsid w:val="001545BE"/>
    <w:rsid w:val="00186C4F"/>
    <w:rsid w:val="00196115"/>
    <w:rsid w:val="001964C0"/>
    <w:rsid w:val="001B7540"/>
    <w:rsid w:val="001F371F"/>
    <w:rsid w:val="00257F92"/>
    <w:rsid w:val="002704F7"/>
    <w:rsid w:val="00280527"/>
    <w:rsid w:val="002961C0"/>
    <w:rsid w:val="002A2515"/>
    <w:rsid w:val="002E3156"/>
    <w:rsid w:val="00306F59"/>
    <w:rsid w:val="00326C51"/>
    <w:rsid w:val="003434E8"/>
    <w:rsid w:val="003468B6"/>
    <w:rsid w:val="00354FAE"/>
    <w:rsid w:val="00373B6E"/>
    <w:rsid w:val="00395774"/>
    <w:rsid w:val="003A70FA"/>
    <w:rsid w:val="003C326F"/>
    <w:rsid w:val="003E27A7"/>
    <w:rsid w:val="00406DFD"/>
    <w:rsid w:val="0041026D"/>
    <w:rsid w:val="00431586"/>
    <w:rsid w:val="0047015F"/>
    <w:rsid w:val="004C3CD0"/>
    <w:rsid w:val="004D25F7"/>
    <w:rsid w:val="00577BC8"/>
    <w:rsid w:val="00582EA8"/>
    <w:rsid w:val="005B1117"/>
    <w:rsid w:val="005D502A"/>
    <w:rsid w:val="005E5D7A"/>
    <w:rsid w:val="00635314"/>
    <w:rsid w:val="00647015"/>
    <w:rsid w:val="00680E2D"/>
    <w:rsid w:val="00693C7B"/>
    <w:rsid w:val="006B79DC"/>
    <w:rsid w:val="006C01AC"/>
    <w:rsid w:val="006E0FAD"/>
    <w:rsid w:val="00747D38"/>
    <w:rsid w:val="0075709F"/>
    <w:rsid w:val="00772A51"/>
    <w:rsid w:val="00797325"/>
    <w:rsid w:val="007A2159"/>
    <w:rsid w:val="007A56B6"/>
    <w:rsid w:val="007E3F84"/>
    <w:rsid w:val="007F6D37"/>
    <w:rsid w:val="00805AE8"/>
    <w:rsid w:val="00825B6E"/>
    <w:rsid w:val="00842153"/>
    <w:rsid w:val="00855985"/>
    <w:rsid w:val="008A7217"/>
    <w:rsid w:val="008E01AF"/>
    <w:rsid w:val="008F4174"/>
    <w:rsid w:val="00910330"/>
    <w:rsid w:val="009213CF"/>
    <w:rsid w:val="0092417F"/>
    <w:rsid w:val="00937222"/>
    <w:rsid w:val="00945903"/>
    <w:rsid w:val="00956908"/>
    <w:rsid w:val="00981688"/>
    <w:rsid w:val="009832C5"/>
    <w:rsid w:val="00984DEB"/>
    <w:rsid w:val="009B1205"/>
    <w:rsid w:val="009B3C14"/>
    <w:rsid w:val="009B6A7B"/>
    <w:rsid w:val="00A1078D"/>
    <w:rsid w:val="00A155A6"/>
    <w:rsid w:val="00A25255"/>
    <w:rsid w:val="00A320E9"/>
    <w:rsid w:val="00A452DE"/>
    <w:rsid w:val="00A60843"/>
    <w:rsid w:val="00A62208"/>
    <w:rsid w:val="00A767B0"/>
    <w:rsid w:val="00AA5B99"/>
    <w:rsid w:val="00AB6487"/>
    <w:rsid w:val="00AC424E"/>
    <w:rsid w:val="00AF59BB"/>
    <w:rsid w:val="00B12D6B"/>
    <w:rsid w:val="00B22A7E"/>
    <w:rsid w:val="00B33897"/>
    <w:rsid w:val="00B37F62"/>
    <w:rsid w:val="00B4174B"/>
    <w:rsid w:val="00B42A1C"/>
    <w:rsid w:val="00B4642E"/>
    <w:rsid w:val="00B465B1"/>
    <w:rsid w:val="00B524F1"/>
    <w:rsid w:val="00B74C82"/>
    <w:rsid w:val="00B84A9F"/>
    <w:rsid w:val="00B87108"/>
    <w:rsid w:val="00BC4F9E"/>
    <w:rsid w:val="00BE76BB"/>
    <w:rsid w:val="00C23495"/>
    <w:rsid w:val="00C27B2E"/>
    <w:rsid w:val="00C41723"/>
    <w:rsid w:val="00C74974"/>
    <w:rsid w:val="00C946F6"/>
    <w:rsid w:val="00CB7762"/>
    <w:rsid w:val="00CC2B76"/>
    <w:rsid w:val="00D0147C"/>
    <w:rsid w:val="00D03F42"/>
    <w:rsid w:val="00D23046"/>
    <w:rsid w:val="00D302DD"/>
    <w:rsid w:val="00D33CD9"/>
    <w:rsid w:val="00D34398"/>
    <w:rsid w:val="00D465BF"/>
    <w:rsid w:val="00D57023"/>
    <w:rsid w:val="00D658D4"/>
    <w:rsid w:val="00D75320"/>
    <w:rsid w:val="00D80B49"/>
    <w:rsid w:val="00D81B61"/>
    <w:rsid w:val="00DA3C77"/>
    <w:rsid w:val="00DC6E82"/>
    <w:rsid w:val="00DD0A78"/>
    <w:rsid w:val="00E659A2"/>
    <w:rsid w:val="00E93080"/>
    <w:rsid w:val="00EA254C"/>
    <w:rsid w:val="00EB4A46"/>
    <w:rsid w:val="00EC0AB2"/>
    <w:rsid w:val="00F33FBB"/>
    <w:rsid w:val="00F56BF6"/>
    <w:rsid w:val="00F83FFA"/>
    <w:rsid w:val="00F85BC7"/>
    <w:rsid w:val="00F8747A"/>
    <w:rsid w:val="00FA0008"/>
    <w:rsid w:val="00FC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E9B4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4974"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A25255"/>
    <w:pPr>
      <w:keepNext/>
      <w:spacing w:before="240" w:after="60"/>
      <w:jc w:val="center"/>
      <w:outlineLvl w:val="0"/>
    </w:pPr>
    <w:rPr>
      <w:rFonts w:cs="Arial"/>
      <w:b/>
      <w:bCs/>
      <w:color w:val="80008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582EA8"/>
    <w:pPr>
      <w:keepNext/>
      <w:spacing w:before="240" w:after="60"/>
      <w:outlineLvl w:val="1"/>
    </w:pPr>
    <w:rPr>
      <w:rFonts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C7497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Cours">
    <w:name w:val="Cours"/>
    <w:basedOn w:val="Normal"/>
    <w:autoRedefine/>
    <w:rsid w:val="00C74974"/>
  </w:style>
  <w:style w:type="character" w:customStyle="1" w:styleId="Titre30">
    <w:name w:val="Titre3"/>
    <w:basedOn w:val="Policepardfaut"/>
    <w:rsid w:val="00A62208"/>
    <w:rPr>
      <w:b/>
      <w:bCs/>
      <w:color w:val="008000"/>
      <w:sz w:val="26"/>
      <w:szCs w:val="26"/>
      <w:u w:val="single"/>
    </w:rPr>
  </w:style>
  <w:style w:type="character" w:customStyle="1" w:styleId="Titre2Car">
    <w:name w:val="Titre 2 Car"/>
    <w:basedOn w:val="Policepardfaut"/>
    <w:link w:val="Titre2"/>
    <w:rsid w:val="00582EA8"/>
    <w:rPr>
      <w:rFonts w:cs="Arial"/>
      <w:b/>
      <w:bCs/>
      <w:color w:val="008000"/>
      <w:sz w:val="28"/>
      <w:szCs w:val="28"/>
      <w:lang w:val="fr-FR" w:eastAsia="fr-FR" w:bidi="ar-SA"/>
    </w:rPr>
  </w:style>
  <w:style w:type="paragraph" w:customStyle="1" w:styleId="Gdmath">
    <w:name w:val="Gdmath"/>
    <w:basedOn w:val="Normal"/>
    <w:rsid w:val="00945903"/>
    <w:rPr>
      <w:color w:val="000000"/>
    </w:rPr>
  </w:style>
  <w:style w:type="paragraph" w:styleId="Textedebulles">
    <w:name w:val="Balloon Text"/>
    <w:basedOn w:val="Normal"/>
    <w:link w:val="TextedebullesCar"/>
    <w:rsid w:val="00BE76B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E76B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4974"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A25255"/>
    <w:pPr>
      <w:keepNext/>
      <w:spacing w:before="240" w:after="60"/>
      <w:jc w:val="center"/>
      <w:outlineLvl w:val="0"/>
    </w:pPr>
    <w:rPr>
      <w:rFonts w:cs="Arial"/>
      <w:b/>
      <w:bCs/>
      <w:color w:val="80008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582EA8"/>
    <w:pPr>
      <w:keepNext/>
      <w:spacing w:before="240" w:after="60"/>
      <w:outlineLvl w:val="1"/>
    </w:pPr>
    <w:rPr>
      <w:rFonts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C7497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Cours">
    <w:name w:val="Cours"/>
    <w:basedOn w:val="Normal"/>
    <w:autoRedefine/>
    <w:rsid w:val="00C74974"/>
  </w:style>
  <w:style w:type="character" w:customStyle="1" w:styleId="Titre30">
    <w:name w:val="Titre3"/>
    <w:basedOn w:val="Policepardfaut"/>
    <w:rsid w:val="00A62208"/>
    <w:rPr>
      <w:b/>
      <w:bCs/>
      <w:color w:val="008000"/>
      <w:sz w:val="26"/>
      <w:szCs w:val="26"/>
      <w:u w:val="single"/>
    </w:rPr>
  </w:style>
  <w:style w:type="character" w:customStyle="1" w:styleId="Titre2Car">
    <w:name w:val="Titre 2 Car"/>
    <w:basedOn w:val="Policepardfaut"/>
    <w:link w:val="Titre2"/>
    <w:rsid w:val="00582EA8"/>
    <w:rPr>
      <w:rFonts w:cs="Arial"/>
      <w:b/>
      <w:bCs/>
      <w:color w:val="008000"/>
      <w:sz w:val="28"/>
      <w:szCs w:val="28"/>
      <w:lang w:val="fr-FR" w:eastAsia="fr-FR" w:bidi="ar-SA"/>
    </w:rPr>
  </w:style>
  <w:style w:type="paragraph" w:customStyle="1" w:styleId="Gdmath">
    <w:name w:val="Gdmath"/>
    <w:basedOn w:val="Normal"/>
    <w:rsid w:val="00945903"/>
    <w:rPr>
      <w:color w:val="000000"/>
    </w:rPr>
  </w:style>
  <w:style w:type="paragraph" w:styleId="Textedebulles">
    <w:name w:val="Balloon Text"/>
    <w:basedOn w:val="Normal"/>
    <w:link w:val="TextedebullesCar"/>
    <w:rsid w:val="00BE76B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E76B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63" Type="http://schemas.openxmlformats.org/officeDocument/2006/relationships/oleObject" Target="embeddings/oleObject27.bin"/><Relationship Id="rId64" Type="http://schemas.openxmlformats.org/officeDocument/2006/relationships/image" Target="media/image32.wmf"/><Relationship Id="rId65" Type="http://schemas.openxmlformats.org/officeDocument/2006/relationships/oleObject" Target="embeddings/oleObject28.bin"/><Relationship Id="rId66" Type="http://schemas.openxmlformats.org/officeDocument/2006/relationships/image" Target="media/image33.wmf"/><Relationship Id="rId67" Type="http://schemas.openxmlformats.org/officeDocument/2006/relationships/oleObject" Target="embeddings/oleObject29.bin"/><Relationship Id="rId68" Type="http://schemas.openxmlformats.org/officeDocument/2006/relationships/image" Target="media/image34.wmf"/><Relationship Id="rId69" Type="http://schemas.openxmlformats.org/officeDocument/2006/relationships/oleObject" Target="embeddings/oleObject30.bin"/><Relationship Id="rId50" Type="http://schemas.openxmlformats.org/officeDocument/2006/relationships/image" Target="media/image25.emf"/><Relationship Id="rId51" Type="http://schemas.openxmlformats.org/officeDocument/2006/relationships/oleObject" Target="embeddings/oleObject21.bin"/><Relationship Id="rId52" Type="http://schemas.openxmlformats.org/officeDocument/2006/relationships/image" Target="media/image26.emf"/><Relationship Id="rId53" Type="http://schemas.openxmlformats.org/officeDocument/2006/relationships/oleObject" Target="embeddings/oleObject22.bin"/><Relationship Id="rId54" Type="http://schemas.openxmlformats.org/officeDocument/2006/relationships/image" Target="media/image27.wmf"/><Relationship Id="rId55" Type="http://schemas.openxmlformats.org/officeDocument/2006/relationships/oleObject" Target="embeddings/oleObject23.bin"/><Relationship Id="rId56" Type="http://schemas.openxmlformats.org/officeDocument/2006/relationships/image" Target="media/image28.wmf"/><Relationship Id="rId57" Type="http://schemas.openxmlformats.org/officeDocument/2006/relationships/oleObject" Target="embeddings/oleObject24.bin"/><Relationship Id="rId58" Type="http://schemas.openxmlformats.org/officeDocument/2006/relationships/image" Target="media/image29.emf"/><Relationship Id="rId59" Type="http://schemas.openxmlformats.org/officeDocument/2006/relationships/oleObject" Target="embeddings/oleObject25.bin"/><Relationship Id="rId40" Type="http://schemas.openxmlformats.org/officeDocument/2006/relationships/oleObject" Target="embeddings/oleObject16.bin"/><Relationship Id="rId41" Type="http://schemas.openxmlformats.org/officeDocument/2006/relationships/image" Target="media/image20.emf"/><Relationship Id="rId42" Type="http://schemas.openxmlformats.org/officeDocument/2006/relationships/image" Target="media/image21.emf"/><Relationship Id="rId43" Type="http://schemas.openxmlformats.org/officeDocument/2006/relationships/oleObject" Target="embeddings/oleObject17.bin"/><Relationship Id="rId44" Type="http://schemas.openxmlformats.org/officeDocument/2006/relationships/image" Target="media/image22.emf"/><Relationship Id="rId45" Type="http://schemas.openxmlformats.org/officeDocument/2006/relationships/oleObject" Target="embeddings/oleObject18.bin"/><Relationship Id="rId46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8" Type="http://schemas.openxmlformats.org/officeDocument/2006/relationships/image" Target="media/image24.wmf"/><Relationship Id="rId49" Type="http://schemas.openxmlformats.org/officeDocument/2006/relationships/oleObject" Target="embeddings/oleObject2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Relationship Id="rId9" Type="http://schemas.openxmlformats.org/officeDocument/2006/relationships/image" Target="media/image3.emf"/><Relationship Id="rId30" Type="http://schemas.openxmlformats.org/officeDocument/2006/relationships/image" Target="media/image14.wmf"/><Relationship Id="rId31" Type="http://schemas.openxmlformats.org/officeDocument/2006/relationships/image" Target="media/image15.emf"/><Relationship Id="rId32" Type="http://schemas.openxmlformats.org/officeDocument/2006/relationships/oleObject" Target="embeddings/oleObject12.bin"/><Relationship Id="rId33" Type="http://schemas.openxmlformats.org/officeDocument/2006/relationships/image" Target="media/image16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7.emf"/><Relationship Id="rId36" Type="http://schemas.openxmlformats.org/officeDocument/2006/relationships/oleObject" Target="embeddings/oleObject14.bin"/><Relationship Id="rId37" Type="http://schemas.openxmlformats.org/officeDocument/2006/relationships/image" Target="media/image18.emf"/><Relationship Id="rId38" Type="http://schemas.openxmlformats.org/officeDocument/2006/relationships/oleObject" Target="embeddings/oleObject15.bin"/><Relationship Id="rId39" Type="http://schemas.openxmlformats.org/officeDocument/2006/relationships/image" Target="media/image19.emf"/><Relationship Id="rId70" Type="http://schemas.openxmlformats.org/officeDocument/2006/relationships/image" Target="media/image35.wmf"/><Relationship Id="rId71" Type="http://schemas.openxmlformats.org/officeDocument/2006/relationships/oleObject" Target="embeddings/oleObject31.bin"/><Relationship Id="rId72" Type="http://schemas.openxmlformats.org/officeDocument/2006/relationships/image" Target="media/image36.wmf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image" Target="media/image12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73" Type="http://schemas.openxmlformats.org/officeDocument/2006/relationships/oleObject" Target="embeddings/oleObject32.bin"/><Relationship Id="rId74" Type="http://schemas.openxmlformats.org/officeDocument/2006/relationships/image" Target="media/image37.wmf"/><Relationship Id="rId75" Type="http://schemas.openxmlformats.org/officeDocument/2006/relationships/oleObject" Target="embeddings/oleObject33.bin"/><Relationship Id="rId76" Type="http://schemas.openxmlformats.org/officeDocument/2006/relationships/image" Target="media/image38.emf"/><Relationship Id="rId77" Type="http://schemas.openxmlformats.org/officeDocument/2006/relationships/oleObject" Target="embeddings/oleObject34.bin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image" Target="media/image30.emf"/><Relationship Id="rId61" Type="http://schemas.openxmlformats.org/officeDocument/2006/relationships/oleObject" Target="embeddings/oleObject26.bin"/><Relationship Id="rId62" Type="http://schemas.openxmlformats.org/officeDocument/2006/relationships/image" Target="media/image31.emf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NOT%20J&#234;rome\Application%20Data\Microsoft\Mod&#232;les\gdmat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Settings\MIGNOT Jêrome\Application Data\Microsoft\Modèles\gdmath.dot</Template>
  <TotalTime>5</TotalTime>
  <Pages>3</Pages>
  <Words>823</Words>
  <Characters>4528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</dc:creator>
  <cp:keywords/>
  <dc:description/>
  <cp:lastModifiedBy>Nathalie Mignot</cp:lastModifiedBy>
  <cp:revision>4</cp:revision>
  <dcterms:created xsi:type="dcterms:W3CDTF">2011-11-23T22:40:00Z</dcterms:created>
  <dcterms:modified xsi:type="dcterms:W3CDTF">2011-11-23T23:27:00Z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